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BE3" w:rsidRPr="001A7FDC" w:rsidRDefault="00C97BE3">
      <w:pPr>
        <w:rPr>
          <w:u w:val="single"/>
        </w:rPr>
      </w:pPr>
      <w:r>
        <w:rPr>
          <w:b/>
          <w:bCs/>
        </w:rPr>
        <w:t>Creating the Constitution</w:t>
      </w:r>
      <w:r>
        <w:rPr>
          <w:b/>
          <w:bCs/>
        </w:rPr>
        <w:tab/>
      </w:r>
      <w:r w:rsidR="001A7FDC">
        <w:tab/>
      </w:r>
      <w:r w:rsidR="001A7FDC">
        <w:tab/>
      </w:r>
      <w:r w:rsidR="001A7FDC">
        <w:tab/>
        <w:t xml:space="preserve">Name </w:t>
      </w:r>
      <w:r w:rsidR="00C91016">
        <w:rPr>
          <w:u w:val="single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0" w:name="Text14"/>
      <w:r w:rsidR="001A7FDC">
        <w:rPr>
          <w:u w:val="single"/>
        </w:rPr>
        <w:instrText xml:space="preserve"> FORMTEXT </w:instrText>
      </w:r>
      <w:r w:rsidR="00C91016">
        <w:rPr>
          <w:u w:val="single"/>
        </w:rPr>
      </w:r>
      <w:r w:rsidR="00C91016">
        <w:rPr>
          <w:u w:val="single"/>
        </w:rPr>
        <w:fldChar w:fldCharType="separate"/>
      </w:r>
      <w:r w:rsidR="00065A9A">
        <w:t>Mr. McCann</w:t>
      </w:r>
      <w:r w:rsidR="00C91016">
        <w:rPr>
          <w:u w:val="single"/>
        </w:rPr>
        <w:fldChar w:fldCharType="end"/>
      </w:r>
      <w:bookmarkEnd w:id="0"/>
    </w:p>
    <w:p w:rsidR="00C97BE3" w:rsidRDefault="00C97BE3"/>
    <w:p w:rsidR="00C97BE3" w:rsidRDefault="001A7FD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Date </w:t>
      </w:r>
      <w:r w:rsidR="00C91016" w:rsidRPr="001A7FDC">
        <w:rPr>
          <w:u w:val="single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1" w:name="Text13"/>
      <w:r w:rsidRPr="001A7FDC">
        <w:rPr>
          <w:u w:val="single"/>
        </w:rPr>
        <w:instrText xml:space="preserve"> FORMTEXT </w:instrText>
      </w:r>
      <w:r w:rsidR="00C91016" w:rsidRPr="001A7FDC">
        <w:rPr>
          <w:u w:val="single"/>
        </w:rPr>
      </w:r>
      <w:r w:rsidR="00C91016" w:rsidRPr="001A7FDC">
        <w:rPr>
          <w:u w:val="single"/>
        </w:rPr>
        <w:fldChar w:fldCharType="separate"/>
      </w:r>
      <w:r w:rsidR="00065A9A">
        <w:t>0</w:t>
      </w:r>
      <w:r w:rsidR="00E17501">
        <w:t>1</w:t>
      </w:r>
      <w:r w:rsidR="00065A9A">
        <w:t>/</w:t>
      </w:r>
      <w:r w:rsidR="00E17501">
        <w:t>11</w:t>
      </w:r>
      <w:r w:rsidR="00065A9A">
        <w:t>/201</w:t>
      </w:r>
      <w:r w:rsidR="00E17501">
        <w:t>1</w:t>
      </w:r>
      <w:r w:rsidR="00C91016" w:rsidRPr="001A7FDC">
        <w:rPr>
          <w:u w:val="single"/>
        </w:rPr>
        <w:fldChar w:fldCharType="end"/>
      </w:r>
      <w:bookmarkEnd w:id="1"/>
    </w:p>
    <w:p w:rsidR="00C97BE3" w:rsidRDefault="00C97BE3"/>
    <w:p w:rsidR="00C97BE3" w:rsidRDefault="00C97BE3"/>
    <w:p w:rsidR="00C97BE3" w:rsidRDefault="00C97BE3">
      <w:pPr>
        <w:rPr>
          <w:b/>
          <w:bCs/>
        </w:rPr>
      </w:pPr>
      <w:r>
        <w:rPr>
          <w:b/>
          <w:bCs/>
        </w:rPr>
        <w:t>Section 8.1</w:t>
      </w:r>
    </w:p>
    <w:p w:rsidR="00C97BE3" w:rsidRDefault="00C97BE3"/>
    <w:p w:rsidR="00C97BE3" w:rsidRDefault="00C97BE3">
      <w:r>
        <w:t>1. After declaring independence in 1776, Congress had tried to unite the state</w:t>
      </w:r>
      <w:r w:rsidR="001A7FDC">
        <w:t xml:space="preserve">s under one </w:t>
      </w:r>
      <w:r w:rsidR="00C91016" w:rsidRPr="001A7FDC"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2" w:name="Text1"/>
      <w:r w:rsidR="001A7FDC" w:rsidRPr="001A7FDC">
        <w:rPr>
          <w:u w:val="single"/>
        </w:rPr>
        <w:instrText xml:space="preserve"> FORMTEXT </w:instrText>
      </w:r>
      <w:r w:rsidR="00C91016" w:rsidRPr="001A7FDC">
        <w:rPr>
          <w:u w:val="single"/>
        </w:rPr>
      </w:r>
      <w:r w:rsidR="00C91016" w:rsidRPr="001A7FDC">
        <w:rPr>
          <w:u w:val="single"/>
        </w:rPr>
        <w:fldChar w:fldCharType="separate"/>
      </w:r>
      <w:proofErr w:type="gramStart"/>
      <w:r w:rsidR="00065A9A">
        <w:t>national</w:t>
      </w:r>
      <w:proofErr w:type="gramEnd"/>
      <w:r w:rsidR="00C91016" w:rsidRPr="001A7FDC">
        <w:rPr>
          <w:u w:val="single"/>
        </w:rPr>
        <w:fldChar w:fldCharType="end"/>
      </w:r>
      <w:bookmarkEnd w:id="2"/>
      <w:r w:rsidR="001A7FDC">
        <w:t xml:space="preserve"> </w:t>
      </w:r>
      <w:r>
        <w:t>government.</w:t>
      </w:r>
    </w:p>
    <w:p w:rsidR="00C97BE3" w:rsidRDefault="00C97BE3"/>
    <w:p w:rsidR="00C97BE3" w:rsidRDefault="00C97BE3">
      <w:r>
        <w:t>2. Why did uniting the states prove a difficult task?</w:t>
      </w:r>
      <w:r w:rsidR="001A7FDC">
        <w:t xml:space="preserve"> </w:t>
      </w:r>
      <w:r w:rsidR="00C91016">
        <w:fldChar w:fldCharType="begin">
          <w:ffData>
            <w:name w:val="Text2"/>
            <w:enabled/>
            <w:calcOnExit w:val="0"/>
            <w:textInput/>
          </w:ffData>
        </w:fldChar>
      </w:r>
      <w:bookmarkStart w:id="3" w:name="Text2"/>
      <w:r w:rsidR="001A7FDC">
        <w:instrText xml:space="preserve"> FORMTEXT </w:instrText>
      </w:r>
      <w:r w:rsidR="00C91016">
        <w:fldChar w:fldCharType="separate"/>
      </w:r>
      <w:r w:rsidR="00065A9A">
        <w:t>Most members of Congress were nervous about creating a strong national government.</w:t>
      </w:r>
      <w:r w:rsidR="00C91016">
        <w:fldChar w:fldCharType="end"/>
      </w:r>
      <w:bookmarkEnd w:id="3"/>
    </w:p>
    <w:p w:rsidR="00C97BE3" w:rsidRDefault="00C97BE3"/>
    <w:p w:rsidR="00C97BE3" w:rsidRDefault="00C97BE3">
      <w:r>
        <w:t>3. What was our first plan of government called?</w:t>
      </w:r>
      <w:r w:rsidR="001A7FDC">
        <w:t xml:space="preserve"> </w:t>
      </w:r>
      <w:r w:rsidR="00C91016">
        <w:fldChar w:fldCharType="begin">
          <w:ffData>
            <w:name w:val="Text3"/>
            <w:enabled/>
            <w:calcOnExit w:val="0"/>
            <w:textInput/>
          </w:ffData>
        </w:fldChar>
      </w:r>
      <w:bookmarkStart w:id="4" w:name="Text3"/>
      <w:r w:rsidR="001A7FDC">
        <w:instrText xml:space="preserve"> FORMTEXT </w:instrText>
      </w:r>
      <w:r w:rsidR="00C91016">
        <w:fldChar w:fldCharType="separate"/>
      </w:r>
      <w:r w:rsidR="00065A9A">
        <w:t>Articles of Confederation</w:t>
      </w:r>
      <w:r w:rsidR="00C91016">
        <w:fldChar w:fldCharType="end"/>
      </w:r>
      <w:bookmarkEnd w:id="4"/>
    </w:p>
    <w:p w:rsidR="00C97BE3" w:rsidRDefault="00C97BE3"/>
    <w:p w:rsidR="00C97BE3" w:rsidRDefault="00C97BE3">
      <w:r>
        <w:t xml:space="preserve">4. The Articles created “a </w:t>
      </w:r>
      <w:r w:rsidR="00C91016">
        <w:rPr>
          <w:u w:val="single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5" w:name="Text7"/>
      <w:r w:rsidR="001A7FDC">
        <w:rPr>
          <w:u w:val="single"/>
        </w:rPr>
        <w:instrText xml:space="preserve"> FORMTEXT </w:instrText>
      </w:r>
      <w:r w:rsidR="00C91016">
        <w:rPr>
          <w:u w:val="single"/>
        </w:rPr>
      </w:r>
      <w:r w:rsidR="00C91016">
        <w:rPr>
          <w:u w:val="single"/>
        </w:rPr>
        <w:fldChar w:fldCharType="separate"/>
      </w:r>
      <w:r w:rsidR="00065A9A">
        <w:t>firm</w:t>
      </w:r>
      <w:r w:rsidR="00C91016">
        <w:rPr>
          <w:u w:val="single"/>
        </w:rPr>
        <w:fldChar w:fldCharType="end"/>
      </w:r>
      <w:bookmarkEnd w:id="5"/>
      <w:r w:rsidR="001A7FDC">
        <w:t xml:space="preserve">  </w:t>
      </w:r>
      <w:r w:rsidR="00C91016" w:rsidRPr="001A7FDC">
        <w:rPr>
          <w:u w:val="single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6" w:name="Text5"/>
      <w:r w:rsidR="001A7FDC" w:rsidRPr="001A7FDC">
        <w:rPr>
          <w:u w:val="single"/>
        </w:rPr>
        <w:instrText xml:space="preserve"> FORMTEXT </w:instrText>
      </w:r>
      <w:r w:rsidR="00C91016" w:rsidRPr="001A7FDC">
        <w:rPr>
          <w:u w:val="single"/>
        </w:rPr>
      </w:r>
      <w:r w:rsidR="00C91016" w:rsidRPr="001A7FDC">
        <w:rPr>
          <w:u w:val="single"/>
        </w:rPr>
        <w:fldChar w:fldCharType="separate"/>
      </w:r>
      <w:r w:rsidR="00065A9A">
        <w:t>league</w:t>
      </w:r>
      <w:r w:rsidR="00C91016" w:rsidRPr="001A7FDC">
        <w:rPr>
          <w:u w:val="single"/>
        </w:rPr>
        <w:fldChar w:fldCharType="end"/>
      </w:r>
      <w:bookmarkEnd w:id="6"/>
      <w:r w:rsidR="001A7FDC">
        <w:t xml:space="preserve"> of </w:t>
      </w:r>
      <w:r w:rsidR="00C91016" w:rsidRPr="001A7FDC">
        <w:rPr>
          <w:u w:val="singl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7" w:name="Text6"/>
      <w:r w:rsidR="001A7FDC" w:rsidRPr="001A7FDC">
        <w:rPr>
          <w:u w:val="single"/>
        </w:rPr>
        <w:instrText xml:space="preserve"> FORMTEXT </w:instrText>
      </w:r>
      <w:r w:rsidR="00C91016" w:rsidRPr="001A7FDC">
        <w:rPr>
          <w:u w:val="single"/>
        </w:rPr>
      </w:r>
      <w:r w:rsidR="00C91016" w:rsidRPr="001A7FDC">
        <w:rPr>
          <w:u w:val="single"/>
        </w:rPr>
        <w:fldChar w:fldCharType="separate"/>
      </w:r>
      <w:r w:rsidR="00065A9A">
        <w:t>friendship</w:t>
      </w:r>
      <w:r w:rsidR="00C91016" w:rsidRPr="001A7FDC">
        <w:rPr>
          <w:u w:val="single"/>
        </w:rPr>
        <w:fldChar w:fldCharType="end"/>
      </w:r>
      <w:bookmarkEnd w:id="7"/>
      <w:r>
        <w:t>”…</w:t>
      </w:r>
    </w:p>
    <w:p w:rsidR="00C97BE3" w:rsidRDefault="00C97BE3"/>
    <w:p w:rsidR="00C97BE3" w:rsidRDefault="00C97BE3">
      <w:r>
        <w:t>5. What was this “league of friendship”?</w:t>
      </w:r>
      <w:r w:rsidR="001A7FDC">
        <w:t xml:space="preserve"> </w:t>
      </w:r>
      <w:r w:rsidR="00C91016">
        <w:fldChar w:fldCharType="begin">
          <w:ffData>
            <w:name w:val="Text8"/>
            <w:enabled/>
            <w:calcOnExit w:val="0"/>
            <w:textInput/>
          </w:ffData>
        </w:fldChar>
      </w:r>
      <w:bookmarkStart w:id="8" w:name="Text8"/>
      <w:r w:rsidR="001A7FDC">
        <w:instrText xml:space="preserve"> FORMTEXT </w:instrText>
      </w:r>
      <w:r w:rsidR="00C91016">
        <w:fldChar w:fldCharType="separate"/>
      </w:r>
      <w:r w:rsidR="00065A9A">
        <w:t>A loose union in which the 13 states cooperated for a common purpose.</w:t>
      </w:r>
      <w:r w:rsidR="00C91016">
        <w:fldChar w:fldCharType="end"/>
      </w:r>
      <w:bookmarkEnd w:id="8"/>
    </w:p>
    <w:p w:rsidR="00C97BE3" w:rsidRDefault="00C97BE3"/>
    <w:p w:rsidR="00C97BE3" w:rsidRDefault="001A7FDC">
      <w:r>
        <w:t xml:space="preserve">6. Each state had </w:t>
      </w:r>
      <w:r w:rsidR="00C91016" w:rsidRPr="001A7FDC">
        <w:rPr>
          <w:u w:val="single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9" w:name="Text9"/>
      <w:r w:rsidRPr="001A7FDC">
        <w:rPr>
          <w:u w:val="single"/>
        </w:rPr>
        <w:instrText xml:space="preserve"> FORMTEXT </w:instrText>
      </w:r>
      <w:r w:rsidR="00C91016" w:rsidRPr="001A7FDC">
        <w:rPr>
          <w:u w:val="single"/>
        </w:rPr>
      </w:r>
      <w:r w:rsidR="00C91016" w:rsidRPr="001A7FDC">
        <w:rPr>
          <w:u w:val="single"/>
        </w:rPr>
        <w:fldChar w:fldCharType="separate"/>
      </w:r>
      <w:r w:rsidR="00065A9A">
        <w:t>one</w:t>
      </w:r>
      <w:r w:rsidR="00C91016" w:rsidRPr="001A7FDC">
        <w:rPr>
          <w:u w:val="single"/>
        </w:rPr>
        <w:fldChar w:fldCharType="end"/>
      </w:r>
      <w:bookmarkEnd w:id="9"/>
      <w:r>
        <w:t xml:space="preserve"> </w:t>
      </w:r>
      <w:r w:rsidR="00C97BE3">
        <w:t>vote in Congress.</w:t>
      </w:r>
    </w:p>
    <w:p w:rsidR="00C97BE3" w:rsidRDefault="00C97BE3"/>
    <w:p w:rsidR="00C97BE3" w:rsidRDefault="00C97BE3">
      <w:r>
        <w:t>7. What powers did Congress have?</w:t>
      </w:r>
      <w:r w:rsidR="001A7FDC">
        <w:t xml:space="preserve"> </w:t>
      </w:r>
      <w:r w:rsidR="00C91016">
        <w:fldChar w:fldCharType="begin">
          <w:ffData>
            <w:name w:val="Text10"/>
            <w:enabled/>
            <w:calcOnExit w:val="0"/>
            <w:textInput/>
          </w:ffData>
        </w:fldChar>
      </w:r>
      <w:bookmarkStart w:id="10" w:name="Text10"/>
      <w:r w:rsidR="001A7FDC">
        <w:instrText xml:space="preserve"> FORMTEXT </w:instrText>
      </w:r>
      <w:r w:rsidR="00C91016">
        <w:fldChar w:fldCharType="separate"/>
      </w:r>
      <w:r w:rsidR="00065A9A">
        <w:t>To make war and peace, raise an army and navy, print money, set up a postal system.</w:t>
      </w:r>
      <w:r w:rsidR="00C91016">
        <w:fldChar w:fldCharType="end"/>
      </w:r>
      <w:bookmarkEnd w:id="10"/>
    </w:p>
    <w:p w:rsidR="00C97BE3" w:rsidRDefault="00C97BE3"/>
    <w:p w:rsidR="00C97BE3" w:rsidRDefault="00C97BE3">
      <w:r>
        <w:t xml:space="preserve">8. What power did Congress </w:t>
      </w:r>
      <w:r>
        <w:rPr>
          <w:u w:val="single"/>
        </w:rPr>
        <w:t>not</w:t>
      </w:r>
      <w:r>
        <w:t xml:space="preserve"> have that proved a major problem?</w:t>
      </w:r>
      <w:r w:rsidR="001A7FDC">
        <w:t xml:space="preserve"> </w:t>
      </w:r>
      <w:r w:rsidR="00C91016">
        <w:fldChar w:fldCharType="begin">
          <w:ffData>
            <w:name w:val="Text11"/>
            <w:enabled/>
            <w:calcOnExit w:val="0"/>
            <w:textInput/>
          </w:ffData>
        </w:fldChar>
      </w:r>
      <w:bookmarkStart w:id="11" w:name="Text11"/>
      <w:r w:rsidR="001A7FDC">
        <w:instrText xml:space="preserve"> FORMTEXT </w:instrText>
      </w:r>
      <w:r w:rsidR="00C91016">
        <w:fldChar w:fldCharType="separate"/>
      </w:r>
      <w:r w:rsidR="00065A9A">
        <w:t>tax</w:t>
      </w:r>
      <w:r w:rsidR="00C91016">
        <w:fldChar w:fldCharType="end"/>
      </w:r>
      <w:bookmarkEnd w:id="11"/>
    </w:p>
    <w:p w:rsidR="00C97BE3" w:rsidRDefault="00C97BE3"/>
    <w:p w:rsidR="00C97BE3" w:rsidRDefault="00C97BE3"/>
    <w:p w:rsidR="00C97BE3" w:rsidRDefault="00C97BE3">
      <w:pPr>
        <w:rPr>
          <w:b/>
          <w:bCs/>
        </w:rPr>
      </w:pPr>
      <w:r>
        <w:rPr>
          <w:b/>
          <w:bCs/>
        </w:rPr>
        <w:t>Section 8.2</w:t>
      </w:r>
    </w:p>
    <w:p w:rsidR="00C97BE3" w:rsidRDefault="00C97BE3"/>
    <w:p w:rsidR="00C97BE3" w:rsidRDefault="00C97BE3">
      <w:r>
        <w:t xml:space="preserve">1. Even before the Revolutionary War ended, the states began quarrelling among themselves.  Many of their quarrels were about </w:t>
      </w:r>
      <w:bookmarkStart w:id="12" w:name="Text17"/>
      <w:r w:rsidR="00C91016" w:rsidRPr="001A7FDC">
        <w:rPr>
          <w:u w:val="single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="001A7FDC" w:rsidRPr="001A7FDC">
        <w:rPr>
          <w:u w:val="single"/>
        </w:rPr>
        <w:instrText xml:space="preserve"> FORMTEXT </w:instrText>
      </w:r>
      <w:r w:rsidR="00C91016" w:rsidRPr="001A7FDC">
        <w:rPr>
          <w:u w:val="single"/>
        </w:rPr>
      </w:r>
      <w:r w:rsidR="00C91016" w:rsidRPr="001A7FDC">
        <w:rPr>
          <w:u w:val="single"/>
        </w:rPr>
        <w:fldChar w:fldCharType="separate"/>
      </w:r>
      <w:r w:rsidR="00065A9A">
        <w:t xml:space="preserve">taxes </w:t>
      </w:r>
      <w:r w:rsidR="00C91016" w:rsidRPr="001A7FDC">
        <w:rPr>
          <w:u w:val="single"/>
        </w:rPr>
        <w:fldChar w:fldCharType="end"/>
      </w:r>
      <w:bookmarkEnd w:id="12"/>
      <w:r>
        <w:t xml:space="preserve">on </w:t>
      </w:r>
      <w:bookmarkStart w:id="13" w:name="Text18"/>
      <w:r w:rsidR="00C91016" w:rsidRPr="001A7FDC">
        <w:rPr>
          <w:u w:val="single"/>
        </w:rPr>
        <w:fldChar w:fldCharType="begin">
          <w:ffData>
            <w:name w:val="Text18"/>
            <w:enabled/>
            <w:calcOnExit w:val="0"/>
            <w:textInput/>
          </w:ffData>
        </w:fldChar>
      </w:r>
      <w:r w:rsidR="001A7FDC" w:rsidRPr="001A7FDC">
        <w:rPr>
          <w:u w:val="single"/>
        </w:rPr>
        <w:instrText xml:space="preserve"> FORMTEXT </w:instrText>
      </w:r>
      <w:r w:rsidR="00C91016" w:rsidRPr="001A7FDC">
        <w:rPr>
          <w:u w:val="single"/>
        </w:rPr>
      </w:r>
      <w:r w:rsidR="00C91016" w:rsidRPr="001A7FDC">
        <w:rPr>
          <w:u w:val="single"/>
        </w:rPr>
        <w:fldChar w:fldCharType="separate"/>
      </w:r>
      <w:r w:rsidR="00065A9A">
        <w:t xml:space="preserve">goods </w:t>
      </w:r>
      <w:r w:rsidR="00C91016" w:rsidRPr="001A7FDC">
        <w:rPr>
          <w:u w:val="single"/>
        </w:rPr>
        <w:fldChar w:fldCharType="end"/>
      </w:r>
      <w:bookmarkEnd w:id="13"/>
      <w:r>
        <w:t>that crossed</w:t>
      </w:r>
    </w:p>
    <w:bookmarkStart w:id="14" w:name="Text19"/>
    <w:p w:rsidR="00C97BE3" w:rsidRDefault="00C91016">
      <w:r w:rsidRPr="001A7FDC">
        <w:rPr>
          <w:u w:val="single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A7FDC" w:rsidRPr="001A7FDC">
        <w:rPr>
          <w:u w:val="single"/>
        </w:rPr>
        <w:instrText xml:space="preserve"> FORMTEXT </w:instrText>
      </w:r>
      <w:r w:rsidRPr="001A7FDC">
        <w:rPr>
          <w:u w:val="single"/>
        </w:rPr>
      </w:r>
      <w:r w:rsidRPr="001A7FDC">
        <w:rPr>
          <w:u w:val="single"/>
        </w:rPr>
        <w:fldChar w:fldCharType="separate"/>
      </w:r>
      <w:proofErr w:type="gramStart"/>
      <w:r w:rsidR="00065A9A">
        <w:t>state</w:t>
      </w:r>
      <w:proofErr w:type="gramEnd"/>
      <w:r w:rsidR="00065A9A">
        <w:t xml:space="preserve"> </w:t>
      </w:r>
      <w:r w:rsidRPr="001A7FDC">
        <w:rPr>
          <w:u w:val="single"/>
        </w:rPr>
        <w:fldChar w:fldCharType="end"/>
      </w:r>
      <w:bookmarkEnd w:id="14"/>
      <w:r w:rsidR="00C97BE3">
        <w:t>borders.</w:t>
      </w:r>
    </w:p>
    <w:p w:rsidR="00C97BE3" w:rsidRDefault="00C97BE3"/>
    <w:p w:rsidR="00C97BE3" w:rsidRDefault="00C97BE3">
      <w:r>
        <w:t xml:space="preserve">2. The states also quarreled over </w:t>
      </w:r>
      <w:bookmarkStart w:id="15" w:name="Text20"/>
      <w:r w:rsidR="00C91016" w:rsidRPr="001A7FDC">
        <w:rPr>
          <w:u w:val="single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="001A7FDC" w:rsidRPr="001A7FDC">
        <w:rPr>
          <w:u w:val="single"/>
        </w:rPr>
        <w:instrText xml:space="preserve"> FORMTEXT </w:instrText>
      </w:r>
      <w:r w:rsidR="00C91016" w:rsidRPr="001A7FDC">
        <w:rPr>
          <w:u w:val="single"/>
        </w:rPr>
      </w:r>
      <w:r w:rsidR="00C91016" w:rsidRPr="001A7FDC">
        <w:rPr>
          <w:u w:val="single"/>
        </w:rPr>
        <w:fldChar w:fldCharType="separate"/>
      </w:r>
      <w:r w:rsidR="00065A9A">
        <w:t>boundries.</w:t>
      </w:r>
      <w:r w:rsidR="00C91016" w:rsidRPr="001A7FDC">
        <w:rPr>
          <w:u w:val="single"/>
        </w:rPr>
        <w:fldChar w:fldCharType="end"/>
      </w:r>
      <w:bookmarkEnd w:id="15"/>
    </w:p>
    <w:p w:rsidR="00C97BE3" w:rsidRDefault="00C97BE3"/>
    <w:p w:rsidR="00C97BE3" w:rsidRDefault="00C97BE3">
      <w:r>
        <w:t>3. What was one of the key weaknesses of the Articles?</w:t>
      </w:r>
      <w:r w:rsidR="001A7FDC">
        <w:t xml:space="preserve"> </w:t>
      </w:r>
      <w:r w:rsidR="00C91016">
        <w:fldChar w:fldCharType="begin">
          <w:ffData>
            <w:name w:val="Text21"/>
            <w:enabled/>
            <w:calcOnExit w:val="0"/>
            <w:textInput/>
          </w:ffData>
        </w:fldChar>
      </w:r>
      <w:bookmarkStart w:id="16" w:name="Text21"/>
      <w:r w:rsidR="001A7FDC">
        <w:instrText xml:space="preserve"> FORMTEXT </w:instrText>
      </w:r>
      <w:r w:rsidR="00C91016">
        <w:fldChar w:fldCharType="separate"/>
      </w:r>
      <w:r w:rsidR="004B00E0">
        <w:t>The inability of Congress to end such disputes.</w:t>
      </w:r>
      <w:r w:rsidR="00C91016">
        <w:fldChar w:fldCharType="end"/>
      </w:r>
      <w:bookmarkEnd w:id="16"/>
    </w:p>
    <w:p w:rsidR="00C97BE3" w:rsidRDefault="00C97BE3"/>
    <w:p w:rsidR="00C97BE3" w:rsidRDefault="00C97BE3">
      <w:r>
        <w:t>4. What was one important issue Congress got the states to agree to?</w:t>
      </w:r>
      <w:r w:rsidR="001A7FDC">
        <w:t xml:space="preserve"> </w:t>
      </w:r>
      <w:r w:rsidR="00C91016">
        <w:fldChar w:fldCharType="begin">
          <w:ffData>
            <w:name w:val="Text22"/>
            <w:enabled/>
            <w:calcOnExit w:val="0"/>
            <w:textInput/>
          </w:ffData>
        </w:fldChar>
      </w:r>
      <w:bookmarkStart w:id="17" w:name="Text22"/>
      <w:r w:rsidR="001A7FDC">
        <w:instrText xml:space="preserve"> FORMTEXT </w:instrText>
      </w:r>
      <w:r w:rsidR="00C91016">
        <w:fldChar w:fldCharType="separate"/>
      </w:r>
      <w:r w:rsidR="004B00E0">
        <w:t>How to develop western lands acquired by the Treaty of Paris.</w:t>
      </w:r>
      <w:r w:rsidR="00C91016">
        <w:fldChar w:fldCharType="end"/>
      </w:r>
      <w:bookmarkEnd w:id="17"/>
    </w:p>
    <w:p w:rsidR="00C97BE3" w:rsidRDefault="00C97BE3"/>
    <w:p w:rsidR="00C97BE3" w:rsidRDefault="00C97BE3">
      <w:r>
        <w:t>5. What did Congress pa</w:t>
      </w:r>
      <w:r w:rsidR="001B2E03">
        <w:t xml:space="preserve">ss in 1785 that ended confusion </w:t>
      </w:r>
      <w:r>
        <w:t>over western land claims?</w:t>
      </w:r>
      <w:r w:rsidR="001A7FDC">
        <w:t xml:space="preserve"> </w:t>
      </w:r>
      <w:r w:rsidR="00C91016">
        <w:fldChar w:fldCharType="begin">
          <w:ffData>
            <w:name w:val="Text23"/>
            <w:enabled/>
            <w:calcOnExit w:val="0"/>
            <w:textInput/>
          </w:ffData>
        </w:fldChar>
      </w:r>
      <w:bookmarkStart w:id="18" w:name="Text23"/>
      <w:r w:rsidR="001A7FDC">
        <w:instrText xml:space="preserve"> FORMTEXT </w:instrText>
      </w:r>
      <w:r w:rsidR="00C91016">
        <w:fldChar w:fldCharType="separate"/>
      </w:r>
      <w:r w:rsidR="004B00E0">
        <w:t>Land Ordinance of 1785</w:t>
      </w:r>
      <w:r w:rsidR="00C91016">
        <w:fldChar w:fldCharType="end"/>
      </w:r>
      <w:bookmarkEnd w:id="18"/>
    </w:p>
    <w:p w:rsidR="00C97BE3" w:rsidRDefault="00C97BE3"/>
    <w:p w:rsidR="00C97BE3" w:rsidRDefault="00C97BE3">
      <w:r>
        <w:t>6. How big is a township?</w:t>
      </w:r>
      <w:r w:rsidR="001A7FDC">
        <w:t xml:space="preserve"> </w:t>
      </w:r>
      <w:r w:rsidR="00C91016">
        <w:fldChar w:fldCharType="begin">
          <w:ffData>
            <w:name w:val="Text24"/>
            <w:enabled/>
            <w:calcOnExit w:val="0"/>
            <w:textInput/>
          </w:ffData>
        </w:fldChar>
      </w:r>
      <w:bookmarkStart w:id="19" w:name="Text24"/>
      <w:r w:rsidR="001A7FDC">
        <w:instrText xml:space="preserve"> FORMTEXT </w:instrText>
      </w:r>
      <w:r w:rsidR="00C91016">
        <w:fldChar w:fldCharType="separate"/>
      </w:r>
      <w:r w:rsidR="004B00E0">
        <w:t xml:space="preserve">6 </w:t>
      </w:r>
      <w:r w:rsidR="00B547CD">
        <w:t>miles sq.</w:t>
      </w:r>
      <w:r w:rsidR="00C91016">
        <w:fldChar w:fldCharType="end"/>
      </w:r>
      <w:bookmarkEnd w:id="19"/>
    </w:p>
    <w:p w:rsidR="00C97BE3" w:rsidRDefault="00C97BE3"/>
    <w:p w:rsidR="00C97BE3" w:rsidRDefault="00C97BE3">
      <w:r>
        <w:t>7. How many sections in a township?</w:t>
      </w:r>
      <w:r w:rsidR="001B2E03">
        <w:t xml:space="preserve"> </w:t>
      </w:r>
      <w:r w:rsidR="00C91016">
        <w:fldChar w:fldCharType="begin">
          <w:ffData>
            <w:name w:val="Text25"/>
            <w:enabled/>
            <w:calcOnExit w:val="0"/>
            <w:textInput/>
          </w:ffData>
        </w:fldChar>
      </w:r>
      <w:bookmarkStart w:id="20" w:name="Text25"/>
      <w:r w:rsidR="001A7FDC">
        <w:instrText xml:space="preserve"> FORMTEXT </w:instrText>
      </w:r>
      <w:r w:rsidR="00C91016">
        <w:fldChar w:fldCharType="separate"/>
      </w:r>
      <w:r w:rsidR="004B00E0">
        <w:t>36</w:t>
      </w:r>
      <w:r w:rsidR="00C91016">
        <w:fldChar w:fldCharType="end"/>
      </w:r>
      <w:bookmarkEnd w:id="20"/>
      <w:r w:rsidR="001B2E03">
        <w:t xml:space="preserve"> And how many acres each?</w:t>
      </w:r>
      <w:r w:rsidR="001A7FDC">
        <w:t xml:space="preserve"> </w:t>
      </w:r>
      <w:r w:rsidR="00C91016">
        <w:fldChar w:fldCharType="begin">
          <w:ffData>
            <w:name w:val="Text26"/>
            <w:enabled/>
            <w:calcOnExit w:val="0"/>
            <w:textInput/>
          </w:ffData>
        </w:fldChar>
      </w:r>
      <w:bookmarkStart w:id="21" w:name="Text26"/>
      <w:r w:rsidR="001A7FDC">
        <w:instrText xml:space="preserve"> FORMTEXT </w:instrText>
      </w:r>
      <w:r w:rsidR="00C91016">
        <w:fldChar w:fldCharType="separate"/>
      </w:r>
      <w:r w:rsidR="004B00E0">
        <w:t>640</w:t>
      </w:r>
      <w:r w:rsidR="00C91016">
        <w:fldChar w:fldCharType="end"/>
      </w:r>
      <w:bookmarkEnd w:id="21"/>
    </w:p>
    <w:p w:rsidR="00C97BE3" w:rsidRDefault="00C97BE3"/>
    <w:p w:rsidR="00C97BE3" w:rsidRDefault="00C97BE3">
      <w:r>
        <w:t>8. How many acres in a township?</w:t>
      </w:r>
      <w:r w:rsidR="001A7FDC">
        <w:t xml:space="preserve"> </w:t>
      </w:r>
      <w:r w:rsidR="00C91016">
        <w:fldChar w:fldCharType="begin">
          <w:ffData>
            <w:name w:val="Text27"/>
            <w:enabled/>
            <w:calcOnExit w:val="0"/>
            <w:textInput/>
          </w:ffData>
        </w:fldChar>
      </w:r>
      <w:bookmarkStart w:id="22" w:name="Text27"/>
      <w:r w:rsidR="001A7FDC">
        <w:instrText xml:space="preserve"> FORMTEXT </w:instrText>
      </w:r>
      <w:r w:rsidR="00C91016">
        <w:fldChar w:fldCharType="separate"/>
      </w:r>
      <w:r w:rsidR="004B00E0">
        <w:t>23,040 (640 X 36)</w:t>
      </w:r>
      <w:r w:rsidR="00C91016">
        <w:fldChar w:fldCharType="end"/>
      </w:r>
      <w:bookmarkEnd w:id="22"/>
    </w:p>
    <w:p w:rsidR="00C97BE3" w:rsidRDefault="00C97BE3">
      <w:r>
        <w:t xml:space="preserve"> </w:t>
      </w:r>
    </w:p>
    <w:p w:rsidR="00C97BE3" w:rsidRPr="00C97BE3" w:rsidRDefault="00C97BE3">
      <w:r>
        <w:t xml:space="preserve">9. Sections were to be sold to </w:t>
      </w:r>
      <w:bookmarkStart w:id="23" w:name="Text28"/>
      <w:r w:rsidR="00C91016" w:rsidRPr="00B31224">
        <w:rPr>
          <w:u w:val="single"/>
        </w:rPr>
        <w:fldChar w:fldCharType="begin">
          <w:ffData>
            <w:name w:val="Text28"/>
            <w:enabled/>
            <w:calcOnExit w:val="0"/>
            <w:textInput/>
          </w:ffData>
        </w:fldChar>
      </w:r>
      <w:r w:rsidR="00B31224" w:rsidRPr="00B31224">
        <w:rPr>
          <w:u w:val="single"/>
        </w:rPr>
        <w:instrText xml:space="preserve"> FORMTEXT </w:instrText>
      </w:r>
      <w:r w:rsidR="00C91016" w:rsidRPr="00B31224">
        <w:rPr>
          <w:u w:val="single"/>
        </w:rPr>
      </w:r>
      <w:r w:rsidR="00C91016" w:rsidRPr="00B31224">
        <w:rPr>
          <w:u w:val="single"/>
        </w:rPr>
        <w:fldChar w:fldCharType="separate"/>
      </w:r>
      <w:r w:rsidR="004B00E0">
        <w:t xml:space="preserve">settlers </w:t>
      </w:r>
      <w:r w:rsidR="00C91016" w:rsidRPr="00B31224">
        <w:rPr>
          <w:u w:val="single"/>
        </w:rPr>
        <w:fldChar w:fldCharType="end"/>
      </w:r>
      <w:bookmarkEnd w:id="23"/>
      <w:r>
        <w:t xml:space="preserve">except one was set aside for </w:t>
      </w:r>
      <w:bookmarkStart w:id="24" w:name="Text29"/>
      <w:r w:rsidR="00C91016" w:rsidRPr="00B31224">
        <w:rPr>
          <w:u w:val="single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B31224" w:rsidRPr="00B31224">
        <w:rPr>
          <w:u w:val="single"/>
        </w:rPr>
        <w:instrText xml:space="preserve"> FORMTEXT </w:instrText>
      </w:r>
      <w:r w:rsidR="00C91016" w:rsidRPr="00B31224">
        <w:rPr>
          <w:u w:val="single"/>
        </w:rPr>
      </w:r>
      <w:r w:rsidR="00C91016" w:rsidRPr="00B31224">
        <w:rPr>
          <w:u w:val="single"/>
        </w:rPr>
        <w:fldChar w:fldCharType="separate"/>
      </w:r>
      <w:r w:rsidR="004B00E0">
        <w:t>public</w:t>
      </w:r>
      <w:r w:rsidR="00C91016" w:rsidRPr="00B31224">
        <w:rPr>
          <w:u w:val="single"/>
        </w:rPr>
        <w:fldChar w:fldCharType="end"/>
      </w:r>
      <w:bookmarkEnd w:id="24"/>
      <w:r w:rsidR="00B31224">
        <w:t xml:space="preserve"> </w:t>
      </w:r>
      <w:bookmarkStart w:id="25" w:name="Text30"/>
      <w:r w:rsidR="00C91016" w:rsidRPr="00C97BE3">
        <w:rPr>
          <w:u w:val="single"/>
        </w:rPr>
        <w:fldChar w:fldCharType="begin">
          <w:ffData>
            <w:name w:val="Text30"/>
            <w:enabled/>
            <w:calcOnExit w:val="0"/>
            <w:textInput/>
          </w:ffData>
        </w:fldChar>
      </w:r>
      <w:r w:rsidR="00B31224" w:rsidRPr="00C97BE3">
        <w:rPr>
          <w:u w:val="single"/>
        </w:rPr>
        <w:instrText xml:space="preserve"> FORMTEXT </w:instrText>
      </w:r>
      <w:r w:rsidR="00C91016" w:rsidRPr="00C97BE3">
        <w:rPr>
          <w:u w:val="single"/>
        </w:rPr>
      </w:r>
      <w:r w:rsidR="00C91016" w:rsidRPr="00C97BE3">
        <w:rPr>
          <w:u w:val="single"/>
        </w:rPr>
        <w:fldChar w:fldCharType="separate"/>
      </w:r>
      <w:r w:rsidR="004B00E0">
        <w:t>schools</w:t>
      </w:r>
      <w:r w:rsidR="00C91016" w:rsidRPr="00C97BE3">
        <w:rPr>
          <w:u w:val="single"/>
        </w:rPr>
        <w:fldChar w:fldCharType="end"/>
      </w:r>
      <w:bookmarkEnd w:id="25"/>
      <w:r>
        <w:t>.</w:t>
      </w:r>
    </w:p>
    <w:p w:rsidR="00C97BE3" w:rsidRDefault="00C97BE3"/>
    <w:p w:rsidR="00C97BE3" w:rsidRDefault="00C97BE3">
      <w:r>
        <w:t>10. What is a region designated by Congress and organized under a governor called?</w:t>
      </w:r>
      <w:r w:rsidR="00B31224">
        <w:t xml:space="preserve"> </w:t>
      </w:r>
      <w:r w:rsidR="00C91016">
        <w:fldChar w:fldCharType="begin">
          <w:ffData>
            <w:name w:val="Text31"/>
            <w:enabled/>
            <w:calcOnExit w:val="0"/>
            <w:textInput/>
          </w:ffData>
        </w:fldChar>
      </w:r>
      <w:bookmarkStart w:id="26" w:name="Text31"/>
      <w:r w:rsidR="00B31224">
        <w:instrText xml:space="preserve"> FORMTEXT </w:instrText>
      </w:r>
      <w:r w:rsidR="00C91016">
        <w:fldChar w:fldCharType="separate"/>
      </w:r>
      <w:r w:rsidR="004B00E0">
        <w:t>territory</w:t>
      </w:r>
      <w:r w:rsidR="00C91016">
        <w:fldChar w:fldCharType="end"/>
      </w:r>
      <w:bookmarkEnd w:id="26"/>
    </w:p>
    <w:p w:rsidR="00C97BE3" w:rsidRDefault="00C97BE3"/>
    <w:p w:rsidR="00C97BE3" w:rsidRDefault="00C97BE3">
      <w:r>
        <w:t>11. What law divided the Northwest Territory into smaller territories?</w:t>
      </w:r>
      <w:r w:rsidR="00B31224">
        <w:t xml:space="preserve"> </w:t>
      </w:r>
      <w:r w:rsidR="00C91016">
        <w:fldChar w:fldCharType="begin">
          <w:ffData>
            <w:name w:val="Text32"/>
            <w:enabled/>
            <w:calcOnExit w:val="0"/>
            <w:textInput/>
          </w:ffData>
        </w:fldChar>
      </w:r>
      <w:bookmarkStart w:id="27" w:name="Text32"/>
      <w:r w:rsidR="00B31224">
        <w:instrText xml:space="preserve"> FORMTEXT </w:instrText>
      </w:r>
      <w:r w:rsidR="00C91016">
        <w:fldChar w:fldCharType="separate"/>
      </w:r>
      <w:r w:rsidR="004B00E0">
        <w:t>Northwest Ordinance of 1787</w:t>
      </w:r>
      <w:r w:rsidR="00C91016">
        <w:fldChar w:fldCharType="end"/>
      </w:r>
      <w:bookmarkEnd w:id="27"/>
    </w:p>
    <w:p w:rsidR="00C97BE3" w:rsidRDefault="00C97BE3"/>
    <w:p w:rsidR="00C97BE3" w:rsidRDefault="00C97BE3">
      <w:r>
        <w:t>12. How was each territory governed?</w:t>
      </w:r>
      <w:r w:rsidR="00B31224">
        <w:t xml:space="preserve"> </w:t>
      </w:r>
      <w:r w:rsidR="00C91016">
        <w:fldChar w:fldCharType="begin">
          <w:ffData>
            <w:name w:val="Text33"/>
            <w:enabled/>
            <w:calcOnExit w:val="0"/>
            <w:textInput/>
          </w:ffData>
        </w:fldChar>
      </w:r>
      <w:bookmarkStart w:id="28" w:name="Text33"/>
      <w:r w:rsidR="00B31224">
        <w:instrText xml:space="preserve"> FORMTEXT </w:instrText>
      </w:r>
      <w:r w:rsidR="00C91016">
        <w:fldChar w:fldCharType="separate"/>
      </w:r>
      <w:r w:rsidR="004B00E0">
        <w:t>territorial governor</w:t>
      </w:r>
      <w:r w:rsidR="00C91016">
        <w:fldChar w:fldCharType="end"/>
      </w:r>
      <w:bookmarkEnd w:id="28"/>
    </w:p>
    <w:p w:rsidR="00C97BE3" w:rsidRDefault="00C97BE3"/>
    <w:p w:rsidR="00C97BE3" w:rsidRDefault="00C97BE3">
      <w:r>
        <w:t xml:space="preserve">13. When the territory had </w:t>
      </w:r>
      <w:bookmarkStart w:id="29" w:name="Text34"/>
      <w:r w:rsidR="00C91016" w:rsidRPr="00B31224">
        <w:rPr>
          <w:u w:val="single"/>
        </w:rPr>
        <w:fldChar w:fldCharType="begin">
          <w:ffData>
            <w:name w:val="Text34"/>
            <w:enabled/>
            <w:calcOnExit w:val="0"/>
            <w:textInput/>
          </w:ffData>
        </w:fldChar>
      </w:r>
      <w:r w:rsidR="00B31224" w:rsidRPr="00B31224">
        <w:rPr>
          <w:u w:val="single"/>
        </w:rPr>
        <w:instrText xml:space="preserve"> FORMTEXT </w:instrText>
      </w:r>
      <w:r w:rsidR="00C91016" w:rsidRPr="00B31224">
        <w:rPr>
          <w:u w:val="single"/>
        </w:rPr>
      </w:r>
      <w:r w:rsidR="00C91016" w:rsidRPr="00B31224">
        <w:rPr>
          <w:u w:val="single"/>
        </w:rPr>
        <w:fldChar w:fldCharType="separate"/>
      </w:r>
      <w:r w:rsidR="004B00E0">
        <w:t xml:space="preserve">5000 </w:t>
      </w:r>
      <w:r w:rsidR="00C91016" w:rsidRPr="00B31224">
        <w:rPr>
          <w:u w:val="single"/>
        </w:rPr>
        <w:fldChar w:fldCharType="end"/>
      </w:r>
      <w:bookmarkEnd w:id="29"/>
      <w:r>
        <w:t>free adult male inhabitants it could elect its ow</w:t>
      </w:r>
      <w:r w:rsidR="001B2E03">
        <w:t xml:space="preserve">n </w:t>
      </w:r>
      <w:bookmarkStart w:id="30" w:name="Text35"/>
      <w:r w:rsidR="00C91016" w:rsidRPr="00B31224">
        <w:rPr>
          <w:u w:val="single"/>
        </w:rPr>
        <w:fldChar w:fldCharType="begin">
          <w:ffData>
            <w:name w:val="Text35"/>
            <w:enabled/>
            <w:calcOnExit w:val="0"/>
            <w:textInput/>
          </w:ffData>
        </w:fldChar>
      </w:r>
      <w:r w:rsidR="00B31224" w:rsidRPr="00B31224">
        <w:rPr>
          <w:u w:val="single"/>
        </w:rPr>
        <w:instrText xml:space="preserve"> FORMTEXT </w:instrText>
      </w:r>
      <w:r w:rsidR="00C91016" w:rsidRPr="00B31224">
        <w:rPr>
          <w:u w:val="single"/>
        </w:rPr>
      </w:r>
      <w:r w:rsidR="00C91016" w:rsidRPr="00B31224">
        <w:rPr>
          <w:u w:val="single"/>
        </w:rPr>
        <w:fldChar w:fldCharType="separate"/>
      </w:r>
      <w:r w:rsidR="004B00E0">
        <w:t xml:space="preserve">legislature </w:t>
      </w:r>
      <w:r w:rsidR="00C91016" w:rsidRPr="00B31224">
        <w:rPr>
          <w:u w:val="single"/>
        </w:rPr>
        <w:fldChar w:fldCharType="end"/>
      </w:r>
      <w:bookmarkEnd w:id="30"/>
      <w:r w:rsidR="001B2E03">
        <w:t>or lawmaking body.</w:t>
      </w:r>
    </w:p>
    <w:p w:rsidR="00C97BE3" w:rsidRDefault="00C97BE3"/>
    <w:p w:rsidR="00C97BE3" w:rsidRDefault="00C97BE3">
      <w:r>
        <w:t>14. When could the territory apply for statehood?</w:t>
      </w:r>
      <w:r w:rsidR="00B31224">
        <w:t xml:space="preserve"> </w:t>
      </w:r>
      <w:r w:rsidR="00C91016">
        <w:fldChar w:fldCharType="begin">
          <w:ffData>
            <w:name w:val="Text36"/>
            <w:enabled/>
            <w:calcOnExit w:val="0"/>
            <w:textInput/>
          </w:ffData>
        </w:fldChar>
      </w:r>
      <w:bookmarkStart w:id="31" w:name="Text36"/>
      <w:r w:rsidR="00B31224">
        <w:instrText xml:space="preserve"> FORMTEXT </w:instrText>
      </w:r>
      <w:r w:rsidR="00C91016">
        <w:fldChar w:fldCharType="separate"/>
      </w:r>
      <w:r w:rsidR="004B00E0">
        <w:t>When the population reached 60,000.</w:t>
      </w:r>
      <w:r w:rsidR="00C91016">
        <w:fldChar w:fldCharType="end"/>
      </w:r>
      <w:bookmarkEnd w:id="31"/>
    </w:p>
    <w:p w:rsidR="00C97BE3" w:rsidRDefault="00C97BE3"/>
    <w:p w:rsidR="00C97BE3" w:rsidRDefault="00C97BE3">
      <w:r>
        <w:t>15. What was banned by the Northwest Ordinance?</w:t>
      </w:r>
      <w:r w:rsidR="00B31224">
        <w:t xml:space="preserve"> </w:t>
      </w:r>
      <w:r w:rsidR="00C91016">
        <w:fldChar w:fldCharType="begin">
          <w:ffData>
            <w:name w:val="Text37"/>
            <w:enabled/>
            <w:calcOnExit w:val="0"/>
            <w:textInput/>
          </w:ffData>
        </w:fldChar>
      </w:r>
      <w:bookmarkStart w:id="32" w:name="Text37"/>
      <w:r w:rsidR="00B31224">
        <w:instrText xml:space="preserve"> FORMTEXT </w:instrText>
      </w:r>
      <w:r w:rsidR="00C91016">
        <w:fldChar w:fldCharType="separate"/>
      </w:r>
      <w:r w:rsidR="004B00E0">
        <w:t>slavery</w:t>
      </w:r>
      <w:r w:rsidR="00C91016">
        <w:fldChar w:fldCharType="end"/>
      </w:r>
      <w:bookmarkEnd w:id="32"/>
    </w:p>
    <w:p w:rsidR="00C97BE3" w:rsidRDefault="00C97BE3"/>
    <w:p w:rsidR="00C97BE3" w:rsidRDefault="00C97BE3"/>
    <w:p w:rsidR="00C97BE3" w:rsidRDefault="00C97BE3">
      <w:pPr>
        <w:pStyle w:val="Heading1"/>
      </w:pPr>
      <w:r>
        <w:t>Section 8.3</w:t>
      </w:r>
    </w:p>
    <w:p w:rsidR="00C97BE3" w:rsidRDefault="00C97BE3"/>
    <w:p w:rsidR="00C97BE3" w:rsidRDefault="00C97BE3">
      <w:r>
        <w:t xml:space="preserve">1. Did the new nation have </w:t>
      </w:r>
      <w:r w:rsidR="001B2E03">
        <w:t xml:space="preserve">serious </w:t>
      </w:r>
      <w:r>
        <w:t>money problems?</w:t>
      </w:r>
      <w:r w:rsidR="00B31224">
        <w:t xml:space="preserve"> </w:t>
      </w:r>
      <w:r w:rsidR="00C91016">
        <w:fldChar w:fldCharType="begin">
          <w:ffData>
            <w:name w:val="Text40"/>
            <w:enabled/>
            <w:calcOnExit w:val="0"/>
            <w:textInput/>
          </w:ffData>
        </w:fldChar>
      </w:r>
      <w:bookmarkStart w:id="33" w:name="Text40"/>
      <w:r w:rsidR="00B31224">
        <w:instrText xml:space="preserve"> FORMTEXT </w:instrText>
      </w:r>
      <w:r w:rsidR="00C91016">
        <w:fldChar w:fldCharType="separate"/>
      </w:r>
      <w:r w:rsidR="004B00E0">
        <w:t>yes</w:t>
      </w:r>
      <w:r w:rsidR="00C91016">
        <w:fldChar w:fldCharType="end"/>
      </w:r>
      <w:bookmarkEnd w:id="33"/>
    </w:p>
    <w:p w:rsidR="00C97BE3" w:rsidRDefault="00C97BE3"/>
    <w:p w:rsidR="00C97BE3" w:rsidRDefault="00C97BE3">
      <w:r>
        <w:t>2. What was the problem with paper money printed by Congress during the war?</w:t>
      </w:r>
      <w:r w:rsidR="00B31224">
        <w:t xml:space="preserve"> </w:t>
      </w:r>
      <w:r w:rsidR="00C91016">
        <w:fldChar w:fldCharType="begin">
          <w:ffData>
            <w:name w:val="Text41"/>
            <w:enabled/>
            <w:calcOnExit w:val="0"/>
            <w:textInput/>
          </w:ffData>
        </w:fldChar>
      </w:r>
      <w:bookmarkStart w:id="34" w:name="Text41"/>
      <w:r w:rsidR="00B31224">
        <w:instrText xml:space="preserve"> FORMTEXT </w:instrText>
      </w:r>
      <w:r w:rsidR="00C91016">
        <w:fldChar w:fldCharType="separate"/>
      </w:r>
      <w:r w:rsidR="004B00E0">
        <w:t>worthless</w:t>
      </w:r>
      <w:r w:rsidR="00C91016">
        <w:fldChar w:fldCharType="end"/>
      </w:r>
      <w:bookmarkEnd w:id="34"/>
    </w:p>
    <w:p w:rsidR="00C97BE3" w:rsidRDefault="00C97BE3"/>
    <w:p w:rsidR="00C97BE3" w:rsidRDefault="00C97BE3">
      <w:r>
        <w:t xml:space="preserve">3. Why didn’t Congress just </w:t>
      </w:r>
      <w:r w:rsidR="001B2E03">
        <w:t>make</w:t>
      </w:r>
      <w:r>
        <w:t xml:space="preserve"> coins?</w:t>
      </w:r>
      <w:r w:rsidR="00B31224">
        <w:t xml:space="preserve"> </w:t>
      </w:r>
      <w:r w:rsidR="00C91016">
        <w:fldChar w:fldCharType="begin">
          <w:ffData>
            <w:name w:val="Text42"/>
            <w:enabled/>
            <w:calcOnExit w:val="0"/>
            <w:textInput/>
          </w:ffData>
        </w:fldChar>
      </w:r>
      <w:bookmarkStart w:id="35" w:name="Text42"/>
      <w:r w:rsidR="00B31224">
        <w:instrText xml:space="preserve"> FORMTEXT </w:instrText>
      </w:r>
      <w:r w:rsidR="00C91016">
        <w:fldChar w:fldCharType="separate"/>
      </w:r>
      <w:r w:rsidR="004B00E0">
        <w:t>It lacked gold or silver.</w:t>
      </w:r>
      <w:r w:rsidR="00C91016">
        <w:fldChar w:fldCharType="end"/>
      </w:r>
      <w:bookmarkEnd w:id="35"/>
    </w:p>
    <w:p w:rsidR="00C97BE3" w:rsidRDefault="00C97BE3"/>
    <w:p w:rsidR="00C97BE3" w:rsidRDefault="00C97BE3">
      <w:r>
        <w:t>4. What were the problems with the money that states printed?</w:t>
      </w:r>
      <w:r w:rsidR="00B31224">
        <w:t xml:space="preserve"> </w:t>
      </w:r>
      <w:r w:rsidR="00C91016">
        <w:fldChar w:fldCharType="begin">
          <w:ffData>
            <w:name w:val="Text43"/>
            <w:enabled/>
            <w:calcOnExit w:val="0"/>
            <w:textInput/>
          </w:ffData>
        </w:fldChar>
      </w:r>
      <w:bookmarkStart w:id="36" w:name="Text43"/>
      <w:r w:rsidR="00B31224">
        <w:instrText xml:space="preserve"> FORMTEXT </w:instrText>
      </w:r>
      <w:r w:rsidR="00C91016">
        <w:fldChar w:fldCharType="separate"/>
      </w:r>
      <w:r w:rsidR="004B00E0">
        <w:t>Bills of different sizes and color, no one knew what they were worth-they were not worth much.</w:t>
      </w:r>
      <w:r w:rsidR="00C91016">
        <w:fldChar w:fldCharType="end"/>
      </w:r>
      <w:bookmarkEnd w:id="36"/>
    </w:p>
    <w:p w:rsidR="00C97BE3" w:rsidRDefault="00C97BE3"/>
    <w:p w:rsidR="00C97BE3" w:rsidRDefault="00C97BE3">
      <w:r>
        <w:t xml:space="preserve">5. What group of people was hurt the most by the money problems? </w:t>
      </w:r>
      <w:r w:rsidR="00C91016">
        <w:fldChar w:fldCharType="begin">
          <w:ffData>
            <w:name w:val="Text44"/>
            <w:enabled/>
            <w:calcOnExit w:val="0"/>
            <w:textInput/>
          </w:ffData>
        </w:fldChar>
      </w:r>
      <w:bookmarkStart w:id="37" w:name="Text44"/>
      <w:r w:rsidR="00B31224">
        <w:instrText xml:space="preserve"> FORMTEXT </w:instrText>
      </w:r>
      <w:r w:rsidR="00C91016">
        <w:fldChar w:fldCharType="separate"/>
      </w:r>
      <w:proofErr w:type="gramStart"/>
      <w:r w:rsidR="004B00E0">
        <w:t>farmers</w:t>
      </w:r>
      <w:proofErr w:type="gramEnd"/>
      <w:r w:rsidR="00C91016">
        <w:fldChar w:fldCharType="end"/>
      </w:r>
      <w:bookmarkEnd w:id="37"/>
      <w:r>
        <w:t xml:space="preserve"> Why?</w:t>
      </w:r>
      <w:r w:rsidR="00B31224">
        <w:t xml:space="preserve"> </w:t>
      </w:r>
      <w:r w:rsidR="00C91016">
        <w:fldChar w:fldCharType="begin">
          <w:ffData>
            <w:name w:val="Text45"/>
            <w:enabled/>
            <w:calcOnExit w:val="0"/>
            <w:textInput/>
          </w:ffData>
        </w:fldChar>
      </w:r>
      <w:bookmarkStart w:id="38" w:name="Text45"/>
      <w:r w:rsidR="00B31224">
        <w:instrText xml:space="preserve"> FORMTEXT </w:instrText>
      </w:r>
      <w:r w:rsidR="00C91016">
        <w:fldChar w:fldCharType="separate"/>
      </w:r>
      <w:r w:rsidR="004B00E0">
        <w:t>They could not earn enough to pay debts and taxes.</w:t>
      </w:r>
      <w:r w:rsidR="00C91016">
        <w:fldChar w:fldCharType="end"/>
      </w:r>
      <w:bookmarkEnd w:id="38"/>
    </w:p>
    <w:p w:rsidR="00C97BE3" w:rsidRDefault="00C97BE3"/>
    <w:p w:rsidR="00C97BE3" w:rsidRDefault="00C97BE3">
      <w:r>
        <w:t>6. Who led them to rebel?</w:t>
      </w:r>
      <w:r w:rsidR="00B31224">
        <w:t xml:space="preserve"> </w:t>
      </w:r>
      <w:r w:rsidR="00C91016">
        <w:fldChar w:fldCharType="begin">
          <w:ffData>
            <w:name w:val="Text46"/>
            <w:enabled/>
            <w:calcOnExit w:val="0"/>
            <w:textInput/>
          </w:ffData>
        </w:fldChar>
      </w:r>
      <w:bookmarkStart w:id="39" w:name="Text46"/>
      <w:r w:rsidR="00B31224">
        <w:instrText xml:space="preserve"> FORMTEXT </w:instrText>
      </w:r>
      <w:r w:rsidR="00C91016">
        <w:fldChar w:fldCharType="separate"/>
      </w:r>
      <w:r w:rsidR="004B00E0">
        <w:t>Daniel Shays</w:t>
      </w:r>
      <w:r w:rsidR="00C91016">
        <w:fldChar w:fldCharType="end"/>
      </w:r>
      <w:bookmarkEnd w:id="39"/>
    </w:p>
    <w:p w:rsidR="00C97BE3" w:rsidRDefault="00C97BE3"/>
    <w:p w:rsidR="00C97BE3" w:rsidRDefault="00C97BE3">
      <w:r>
        <w:t>7. Wha</w:t>
      </w:r>
      <w:r w:rsidR="001B2E03">
        <w:t>t did Shays and his followers do</w:t>
      </w:r>
      <w:r>
        <w:t>?</w:t>
      </w:r>
      <w:r w:rsidR="00B31224">
        <w:t xml:space="preserve"> </w:t>
      </w:r>
      <w:r w:rsidR="00C91016">
        <w:fldChar w:fldCharType="begin">
          <w:ffData>
            <w:name w:val="Text47"/>
            <w:enabled/>
            <w:calcOnExit w:val="0"/>
            <w:textInput/>
          </w:ffData>
        </w:fldChar>
      </w:r>
      <w:bookmarkStart w:id="40" w:name="Text47"/>
      <w:r w:rsidR="00B31224">
        <w:instrText xml:space="preserve"> FORMTEXT </w:instrText>
      </w:r>
      <w:r w:rsidR="00C91016">
        <w:fldChar w:fldCharType="separate"/>
      </w:r>
      <w:r w:rsidR="004B00E0">
        <w:t>They closed courthouses to keep judges from taking farms, marched to national arsenal at Springfield, MA, to seize weapons.</w:t>
      </w:r>
      <w:r w:rsidR="00C91016">
        <w:fldChar w:fldCharType="end"/>
      </w:r>
      <w:bookmarkEnd w:id="40"/>
    </w:p>
    <w:p w:rsidR="00C97BE3" w:rsidRDefault="00C97BE3"/>
    <w:p w:rsidR="00C97BE3" w:rsidRDefault="001B2E03">
      <w:r>
        <w:t>8. What is an arsenal?</w:t>
      </w:r>
      <w:r w:rsidR="00B31224">
        <w:t xml:space="preserve"> </w:t>
      </w:r>
      <w:r w:rsidR="00C91016">
        <w:fldChar w:fldCharType="begin">
          <w:ffData>
            <w:name w:val="Text48"/>
            <w:enabled/>
            <w:calcOnExit w:val="0"/>
            <w:textInput/>
          </w:ffData>
        </w:fldChar>
      </w:r>
      <w:bookmarkStart w:id="41" w:name="Text48"/>
      <w:r w:rsidR="00B31224">
        <w:instrText xml:space="preserve"> FORMTEXT </w:instrText>
      </w:r>
      <w:r w:rsidR="00C91016">
        <w:fldChar w:fldCharType="separate"/>
      </w:r>
      <w:r w:rsidR="004B00E0">
        <w:t>A place where weapons and ammunitions are stored.</w:t>
      </w:r>
      <w:r w:rsidR="00C91016">
        <w:fldChar w:fldCharType="end"/>
      </w:r>
      <w:bookmarkEnd w:id="41"/>
    </w:p>
    <w:p w:rsidR="00C97BE3" w:rsidRDefault="00C97BE3"/>
    <w:p w:rsidR="00C97BE3" w:rsidRDefault="00C97BE3">
      <w:r>
        <w:t>9. How was the rebellion ended?</w:t>
      </w:r>
      <w:r w:rsidR="00B31224">
        <w:t xml:space="preserve"> </w:t>
      </w:r>
      <w:r w:rsidR="00C91016">
        <w:fldChar w:fldCharType="begin">
          <w:ffData>
            <w:name w:val="Text49"/>
            <w:enabled/>
            <w:calcOnExit w:val="0"/>
            <w:textInput/>
          </w:ffData>
        </w:fldChar>
      </w:r>
      <w:bookmarkStart w:id="42" w:name="Text49"/>
      <w:r w:rsidR="00B31224">
        <w:instrText xml:space="preserve"> FORMTEXT </w:instrText>
      </w:r>
      <w:r w:rsidR="00C91016">
        <w:fldChar w:fldCharType="separate"/>
      </w:r>
      <w:r w:rsidR="004B00E0">
        <w:t>MA sent troops.</w:t>
      </w:r>
      <w:r w:rsidR="00C91016">
        <w:fldChar w:fldCharType="end"/>
      </w:r>
      <w:bookmarkEnd w:id="42"/>
    </w:p>
    <w:p w:rsidR="00C97BE3" w:rsidRDefault="00C97BE3"/>
    <w:p w:rsidR="00C97BE3" w:rsidRPr="00C97BE3" w:rsidRDefault="00C97BE3">
      <w:r>
        <w:t xml:space="preserve">10. </w:t>
      </w:r>
      <w:r w:rsidR="001B2E03">
        <w:t>Shays’s</w:t>
      </w:r>
      <w:r>
        <w:t xml:space="preserve"> rebellion shocked Congress into calling for a </w:t>
      </w:r>
      <w:bookmarkStart w:id="43" w:name="Text50"/>
      <w:r w:rsidR="00C91016" w:rsidRPr="00C97BE3">
        <w:rPr>
          <w:u w:val="single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="00B31224" w:rsidRPr="00C97BE3">
        <w:rPr>
          <w:u w:val="single"/>
        </w:rPr>
        <w:instrText xml:space="preserve"> FORMTEXT </w:instrText>
      </w:r>
      <w:r w:rsidR="00C91016" w:rsidRPr="00C97BE3">
        <w:rPr>
          <w:u w:val="single"/>
        </w:rPr>
      </w:r>
      <w:r w:rsidR="00C91016" w:rsidRPr="00C97BE3">
        <w:rPr>
          <w:u w:val="single"/>
        </w:rPr>
        <w:fldChar w:fldCharType="separate"/>
      </w:r>
      <w:r w:rsidR="004B00E0">
        <w:t>convention</w:t>
      </w:r>
      <w:r w:rsidR="00C91016" w:rsidRPr="00C97BE3">
        <w:rPr>
          <w:u w:val="single"/>
        </w:rPr>
        <w:fldChar w:fldCharType="end"/>
      </w:r>
      <w:bookmarkEnd w:id="43"/>
      <w:r>
        <w:t>.</w:t>
      </w:r>
    </w:p>
    <w:p w:rsidR="00C97BE3" w:rsidRDefault="00C97BE3"/>
    <w:p w:rsidR="00C97BE3" w:rsidRDefault="00C97BE3">
      <w:r>
        <w:t>11. Where and when would the convention take place?</w:t>
      </w:r>
      <w:r w:rsidR="00B31224">
        <w:t xml:space="preserve"> </w:t>
      </w:r>
      <w:r w:rsidR="00C91016">
        <w:fldChar w:fldCharType="begin">
          <w:ffData>
            <w:name w:val="Text51"/>
            <w:enabled/>
            <w:calcOnExit w:val="0"/>
            <w:textInput/>
          </w:ffData>
        </w:fldChar>
      </w:r>
      <w:bookmarkStart w:id="44" w:name="Text51"/>
      <w:r w:rsidR="00B31224">
        <w:instrText xml:space="preserve"> FORMTEXT </w:instrText>
      </w:r>
      <w:r w:rsidR="00C91016">
        <w:fldChar w:fldCharType="separate"/>
      </w:r>
      <w:r w:rsidR="001A0DA9">
        <w:t>Philadelphia, PA in May 1787</w:t>
      </w:r>
      <w:r w:rsidR="00C91016">
        <w:fldChar w:fldCharType="end"/>
      </w:r>
      <w:bookmarkEnd w:id="44"/>
    </w:p>
    <w:p w:rsidR="00C97BE3" w:rsidRDefault="00C97BE3"/>
    <w:p w:rsidR="00C97BE3" w:rsidRDefault="00C97BE3">
      <w:r>
        <w:t>12. What was the sole purpose of the convention?</w:t>
      </w:r>
      <w:r w:rsidR="00B31224">
        <w:t xml:space="preserve"> </w:t>
      </w:r>
      <w:r w:rsidR="00C91016">
        <w:fldChar w:fldCharType="begin">
          <w:ffData>
            <w:name w:val="Text52"/>
            <w:enabled/>
            <w:calcOnExit w:val="0"/>
            <w:textInput/>
          </w:ffData>
        </w:fldChar>
      </w:r>
      <w:bookmarkStart w:id="45" w:name="Text52"/>
      <w:r w:rsidR="00B31224">
        <w:instrText xml:space="preserve"> FORMTEXT </w:instrText>
      </w:r>
      <w:r w:rsidR="00C91016">
        <w:fldChar w:fldCharType="separate"/>
      </w:r>
      <w:r w:rsidR="001A0DA9">
        <w:t>To revise the Articles of Confederation.</w:t>
      </w:r>
      <w:r w:rsidR="00C91016">
        <w:fldChar w:fldCharType="end"/>
      </w:r>
      <w:bookmarkEnd w:id="45"/>
    </w:p>
    <w:p w:rsidR="00C97BE3" w:rsidRDefault="00C97BE3"/>
    <w:p w:rsidR="00C97BE3" w:rsidRDefault="00C97BE3">
      <w:r>
        <w:t>13. What lesson had James Madison learned about government?</w:t>
      </w:r>
      <w:r w:rsidR="00B31224">
        <w:t xml:space="preserve"> </w:t>
      </w:r>
      <w:r w:rsidR="00C91016">
        <w:fldChar w:fldCharType="begin">
          <w:ffData>
            <w:name w:val="Text53"/>
            <w:enabled/>
            <w:calcOnExit w:val="0"/>
            <w:textInput/>
          </w:ffData>
        </w:fldChar>
      </w:r>
      <w:bookmarkStart w:id="46" w:name="Text53"/>
      <w:r w:rsidR="00B31224">
        <w:instrText xml:space="preserve"> FORMTEXT </w:instrText>
      </w:r>
      <w:r w:rsidR="00C91016">
        <w:fldChar w:fldCharType="separate"/>
      </w:r>
      <w:r w:rsidR="001A0DA9">
        <w:t>A nation that was made up of many groups needed a strong national government.</w:t>
      </w:r>
      <w:r w:rsidR="00C91016">
        <w:fldChar w:fldCharType="end"/>
      </w:r>
      <w:bookmarkEnd w:id="46"/>
    </w:p>
    <w:p w:rsidR="00C97BE3" w:rsidRDefault="00C97BE3"/>
    <w:p w:rsidR="00C10B0A" w:rsidRDefault="00C10B0A"/>
    <w:p w:rsidR="00C97BE3" w:rsidRDefault="00C97BE3">
      <w:pPr>
        <w:pStyle w:val="Heading1"/>
      </w:pPr>
      <w:r>
        <w:t>Section 8.4</w:t>
      </w:r>
    </w:p>
    <w:p w:rsidR="00C97BE3" w:rsidRDefault="00C97BE3"/>
    <w:p w:rsidR="00C97BE3" w:rsidRDefault="00C97BE3">
      <w:r>
        <w:t>1. Where did the Constitutional Convention meet</w:t>
      </w:r>
      <w:r w:rsidR="001B2E03">
        <w:t xml:space="preserve"> (be specific)</w:t>
      </w:r>
      <w:r>
        <w:t>?</w:t>
      </w:r>
      <w:r w:rsidR="00B31224">
        <w:t xml:space="preserve"> </w:t>
      </w:r>
      <w:r w:rsidR="00C91016">
        <w:fldChar w:fldCharType="begin">
          <w:ffData>
            <w:name w:val="Text56"/>
            <w:enabled/>
            <w:calcOnExit w:val="0"/>
            <w:textInput/>
          </w:ffData>
        </w:fldChar>
      </w:r>
      <w:bookmarkStart w:id="47" w:name="Text56"/>
      <w:r w:rsidR="00B31224">
        <w:instrText xml:space="preserve"> FORMTEXT </w:instrText>
      </w:r>
      <w:r w:rsidR="00C91016">
        <w:fldChar w:fldCharType="separate"/>
      </w:r>
      <w:r w:rsidR="001A0DA9">
        <w:t>Pennsylvania State House (Independence Hall), Philadelphia, PA</w:t>
      </w:r>
      <w:r w:rsidR="00C91016">
        <w:fldChar w:fldCharType="end"/>
      </w:r>
      <w:bookmarkEnd w:id="47"/>
    </w:p>
    <w:p w:rsidR="00C97BE3" w:rsidRDefault="00C97BE3"/>
    <w:p w:rsidR="00C97BE3" w:rsidRDefault="00C97BE3">
      <w:r>
        <w:t>2. Who was elected president of the convention?</w:t>
      </w:r>
      <w:r w:rsidR="00B31224">
        <w:t xml:space="preserve"> </w:t>
      </w:r>
      <w:r w:rsidR="00C91016">
        <w:fldChar w:fldCharType="begin">
          <w:ffData>
            <w:name w:val="Text57"/>
            <w:enabled/>
            <w:calcOnExit w:val="0"/>
            <w:textInput/>
          </w:ffData>
        </w:fldChar>
      </w:r>
      <w:bookmarkStart w:id="48" w:name="Text57"/>
      <w:r w:rsidR="00B31224">
        <w:instrText xml:space="preserve"> FORMTEXT </w:instrText>
      </w:r>
      <w:r w:rsidR="00C91016">
        <w:fldChar w:fldCharType="separate"/>
      </w:r>
      <w:r w:rsidR="001A0DA9">
        <w:t>Geo. Washington</w:t>
      </w:r>
      <w:r w:rsidR="00C91016">
        <w:fldChar w:fldCharType="end"/>
      </w:r>
      <w:bookmarkEnd w:id="48"/>
    </w:p>
    <w:p w:rsidR="00C97BE3" w:rsidRDefault="00C97BE3"/>
    <w:p w:rsidR="00C97BE3" w:rsidRDefault="00C97BE3">
      <w:r>
        <w:t xml:space="preserve">3. </w:t>
      </w:r>
      <w:bookmarkStart w:id="49" w:name="Text58"/>
      <w:r w:rsidR="00C91016" w:rsidRPr="00B31224">
        <w:rPr>
          <w:u w:val="single"/>
        </w:rPr>
        <w:fldChar w:fldCharType="begin">
          <w:ffData>
            <w:name w:val="Text58"/>
            <w:enabled/>
            <w:calcOnExit w:val="0"/>
            <w:textInput/>
          </w:ffData>
        </w:fldChar>
      </w:r>
      <w:r w:rsidR="00B31224" w:rsidRPr="00B31224">
        <w:rPr>
          <w:u w:val="single"/>
        </w:rPr>
        <w:instrText xml:space="preserve"> FORMTEXT </w:instrText>
      </w:r>
      <w:r w:rsidR="00C91016" w:rsidRPr="00B31224">
        <w:rPr>
          <w:u w:val="single"/>
        </w:rPr>
      </w:r>
      <w:r w:rsidR="00C91016" w:rsidRPr="00B31224">
        <w:rPr>
          <w:u w:val="single"/>
        </w:rPr>
        <w:fldChar w:fldCharType="separate"/>
      </w:r>
      <w:r w:rsidR="001A0DA9">
        <w:t xml:space="preserve">55 </w:t>
      </w:r>
      <w:r w:rsidR="00C91016" w:rsidRPr="00B31224">
        <w:rPr>
          <w:u w:val="single"/>
        </w:rPr>
        <w:fldChar w:fldCharType="end"/>
      </w:r>
      <w:bookmarkEnd w:id="49"/>
      <w:r>
        <w:t xml:space="preserve">delegates from </w:t>
      </w:r>
      <w:bookmarkStart w:id="50" w:name="Text59"/>
      <w:r w:rsidR="00C91016" w:rsidRPr="00B31224">
        <w:rPr>
          <w:u w:val="single"/>
        </w:rPr>
        <w:fldChar w:fldCharType="begin">
          <w:ffData>
            <w:name w:val="Text59"/>
            <w:enabled/>
            <w:calcOnExit w:val="0"/>
            <w:textInput/>
          </w:ffData>
        </w:fldChar>
      </w:r>
      <w:r w:rsidR="00B31224" w:rsidRPr="00B31224">
        <w:rPr>
          <w:u w:val="single"/>
        </w:rPr>
        <w:instrText xml:space="preserve"> FORMTEXT </w:instrText>
      </w:r>
      <w:r w:rsidR="00C91016" w:rsidRPr="00B31224">
        <w:rPr>
          <w:u w:val="single"/>
        </w:rPr>
      </w:r>
      <w:r w:rsidR="00C91016" w:rsidRPr="00B31224">
        <w:rPr>
          <w:u w:val="single"/>
        </w:rPr>
        <w:fldChar w:fldCharType="separate"/>
      </w:r>
      <w:r w:rsidR="001A0DA9">
        <w:t xml:space="preserve">12 </w:t>
      </w:r>
      <w:r w:rsidR="00C91016" w:rsidRPr="00B31224">
        <w:rPr>
          <w:u w:val="single"/>
        </w:rPr>
        <w:fldChar w:fldCharType="end"/>
      </w:r>
      <w:bookmarkEnd w:id="50"/>
      <w:r>
        <w:t>states attended the convention.</w:t>
      </w:r>
    </w:p>
    <w:p w:rsidR="00C97BE3" w:rsidRDefault="00C97BE3"/>
    <w:p w:rsidR="00C97BE3" w:rsidRDefault="00C97BE3">
      <w:r>
        <w:t xml:space="preserve">4. Which state wasn’t represented? </w:t>
      </w:r>
      <w:r w:rsidR="00C91016">
        <w:fldChar w:fldCharType="begin">
          <w:ffData>
            <w:name w:val="Text60"/>
            <w:enabled/>
            <w:calcOnExit w:val="0"/>
            <w:textInput/>
          </w:ffData>
        </w:fldChar>
      </w:r>
      <w:bookmarkStart w:id="51" w:name="Text60"/>
      <w:r w:rsidR="00B31224">
        <w:instrText xml:space="preserve"> FORMTEXT </w:instrText>
      </w:r>
      <w:r w:rsidR="00C91016">
        <w:fldChar w:fldCharType="separate"/>
      </w:r>
      <w:proofErr w:type="gramStart"/>
      <w:r w:rsidR="001A0DA9">
        <w:t>Rhode Island</w:t>
      </w:r>
      <w:r w:rsidR="00C91016">
        <w:fldChar w:fldCharType="end"/>
      </w:r>
      <w:bookmarkEnd w:id="51"/>
      <w:r>
        <w:t xml:space="preserve"> Why?</w:t>
      </w:r>
      <w:proofErr w:type="gramEnd"/>
      <w:r w:rsidR="00B31224">
        <w:t xml:space="preserve"> </w:t>
      </w:r>
      <w:r w:rsidR="00C91016">
        <w:fldChar w:fldCharType="begin">
          <w:ffData>
            <w:name w:val="Text61"/>
            <w:enabled/>
            <w:calcOnExit w:val="0"/>
            <w:textInput/>
          </w:ffData>
        </w:fldChar>
      </w:r>
      <w:bookmarkStart w:id="52" w:name="Text61"/>
      <w:r w:rsidR="00B31224">
        <w:instrText xml:space="preserve"> FORMTEXT </w:instrText>
      </w:r>
      <w:r w:rsidR="00C91016">
        <w:fldChar w:fldCharType="separate"/>
      </w:r>
      <w:r w:rsidR="001A0DA9">
        <w:t>They feared a strong national government.</w:t>
      </w:r>
      <w:r w:rsidR="00C91016">
        <w:fldChar w:fldCharType="end"/>
      </w:r>
      <w:bookmarkEnd w:id="52"/>
    </w:p>
    <w:p w:rsidR="00C97BE3" w:rsidRDefault="00C97BE3"/>
    <w:p w:rsidR="00C97BE3" w:rsidRDefault="00C97BE3">
      <w:r>
        <w:t>5. Wh</w:t>
      </w:r>
      <w:r w:rsidR="001B2E03">
        <w:t>at famous men did not attend and w</w:t>
      </w:r>
      <w:r>
        <w:t>hy</w:t>
      </w:r>
      <w:r w:rsidR="001B2E03">
        <w:t xml:space="preserve"> not</w:t>
      </w:r>
      <w:r>
        <w:t>?</w:t>
      </w:r>
      <w:r w:rsidR="00B31224">
        <w:t xml:space="preserve"> </w:t>
      </w:r>
      <w:r w:rsidR="00C91016">
        <w:fldChar w:fldCharType="begin">
          <w:ffData>
            <w:name w:val="Text62"/>
            <w:enabled/>
            <w:calcOnExit w:val="0"/>
            <w:textInput/>
          </w:ffData>
        </w:fldChar>
      </w:r>
      <w:bookmarkStart w:id="53" w:name="Text62"/>
      <w:r w:rsidR="00B31224">
        <w:instrText xml:space="preserve"> FORMTEXT </w:instrText>
      </w:r>
      <w:r w:rsidR="00C91016">
        <w:fldChar w:fldCharType="separate"/>
      </w:r>
      <w:r w:rsidR="001A0DA9">
        <w:t>John Adams-he was in Great Britain, Thomas Jefferson-he was in France, and Sam Adams, John Hanncock, and Patrick Henry-they feared a strong national government.</w:t>
      </w:r>
      <w:r w:rsidR="00C91016">
        <w:fldChar w:fldCharType="end"/>
      </w:r>
      <w:bookmarkEnd w:id="53"/>
    </w:p>
    <w:p w:rsidR="00C97BE3" w:rsidRDefault="00C97BE3"/>
    <w:p w:rsidR="00C97BE3" w:rsidRDefault="00C97BE3">
      <w:r>
        <w:t xml:space="preserve">6. The delegates’ average age was </w:t>
      </w:r>
      <w:bookmarkStart w:id="54" w:name="Text63"/>
      <w:r w:rsidR="00C91016" w:rsidRPr="00B31224">
        <w:rPr>
          <w:u w:val="single"/>
        </w:rPr>
        <w:fldChar w:fldCharType="begin">
          <w:ffData>
            <w:name w:val="Text63"/>
            <w:enabled/>
            <w:calcOnExit w:val="0"/>
            <w:textInput/>
          </w:ffData>
        </w:fldChar>
      </w:r>
      <w:r w:rsidR="00B31224" w:rsidRPr="00B31224">
        <w:rPr>
          <w:u w:val="single"/>
        </w:rPr>
        <w:instrText xml:space="preserve"> FORMTEXT </w:instrText>
      </w:r>
      <w:r w:rsidR="00C91016" w:rsidRPr="00B31224">
        <w:rPr>
          <w:u w:val="single"/>
        </w:rPr>
      </w:r>
      <w:r w:rsidR="00C91016" w:rsidRPr="00B31224">
        <w:rPr>
          <w:u w:val="single"/>
        </w:rPr>
        <w:fldChar w:fldCharType="separate"/>
      </w:r>
      <w:r w:rsidR="001A0DA9">
        <w:t>42</w:t>
      </w:r>
      <w:r w:rsidR="00C91016" w:rsidRPr="00B31224">
        <w:rPr>
          <w:u w:val="single"/>
        </w:rPr>
        <w:fldChar w:fldCharType="end"/>
      </w:r>
      <w:bookmarkEnd w:id="54"/>
      <w:r w:rsidR="00B31224">
        <w:t xml:space="preserve"> .</w:t>
      </w:r>
    </w:p>
    <w:p w:rsidR="00C97BE3" w:rsidRDefault="00C97BE3"/>
    <w:p w:rsidR="00C97BE3" w:rsidRDefault="00C97BE3">
      <w:r>
        <w:t xml:space="preserve">7. Who was the oldest delegate?  </w:t>
      </w:r>
      <w:r w:rsidR="00B31224">
        <w:t xml:space="preserve"> </w:t>
      </w:r>
      <w:r w:rsidR="00C91016">
        <w:fldChar w:fldCharType="begin">
          <w:ffData>
            <w:name w:val="Text64"/>
            <w:enabled/>
            <w:calcOnExit w:val="0"/>
            <w:textInput/>
          </w:ffData>
        </w:fldChar>
      </w:r>
      <w:bookmarkStart w:id="55" w:name="Text64"/>
      <w:r w:rsidR="00B31224">
        <w:instrText xml:space="preserve"> FORMTEXT </w:instrText>
      </w:r>
      <w:r w:rsidR="00C91016">
        <w:fldChar w:fldCharType="separate"/>
      </w:r>
      <w:r w:rsidR="001A0DA9">
        <w:t>Ben Franklin</w:t>
      </w:r>
      <w:r w:rsidR="00C91016">
        <w:fldChar w:fldCharType="end"/>
      </w:r>
      <w:bookmarkEnd w:id="55"/>
    </w:p>
    <w:p w:rsidR="00C97BE3" w:rsidRDefault="00C97BE3"/>
    <w:p w:rsidR="00C97BE3" w:rsidRDefault="00C97BE3">
      <w:r>
        <w:t xml:space="preserve">8. More than 2/3 of the delegates were </w:t>
      </w:r>
      <w:bookmarkStart w:id="56" w:name="Text65"/>
      <w:r w:rsidR="00C91016" w:rsidRPr="00B31224">
        <w:rPr>
          <w:u w:val="single"/>
        </w:rPr>
        <w:fldChar w:fldCharType="begin">
          <w:ffData>
            <w:name w:val="Text65"/>
            <w:enabled/>
            <w:calcOnExit w:val="0"/>
            <w:textInput/>
          </w:ffData>
        </w:fldChar>
      </w:r>
      <w:r w:rsidR="00B31224" w:rsidRPr="00B31224">
        <w:rPr>
          <w:u w:val="single"/>
        </w:rPr>
        <w:instrText xml:space="preserve"> FORMTEXT </w:instrText>
      </w:r>
      <w:r w:rsidR="00C91016" w:rsidRPr="00B31224">
        <w:rPr>
          <w:u w:val="single"/>
        </w:rPr>
      </w:r>
      <w:r w:rsidR="00C91016" w:rsidRPr="00B31224">
        <w:rPr>
          <w:u w:val="single"/>
        </w:rPr>
        <w:fldChar w:fldCharType="separate"/>
      </w:r>
      <w:r w:rsidR="001A0DA9">
        <w:t xml:space="preserve">lawyers. </w:t>
      </w:r>
      <w:r w:rsidR="00C91016" w:rsidRPr="00B31224">
        <w:rPr>
          <w:u w:val="single"/>
        </w:rPr>
        <w:fldChar w:fldCharType="end"/>
      </w:r>
      <w:bookmarkEnd w:id="56"/>
      <w:r>
        <w:t xml:space="preserve">More than 1/3 owned </w:t>
      </w:r>
      <w:bookmarkStart w:id="57" w:name="Text66"/>
      <w:r w:rsidR="00C91016" w:rsidRPr="00B31224">
        <w:rPr>
          <w:u w:val="single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="00B31224" w:rsidRPr="00B31224">
        <w:rPr>
          <w:u w:val="single"/>
        </w:rPr>
        <w:instrText xml:space="preserve"> FORMTEXT </w:instrText>
      </w:r>
      <w:r w:rsidR="00C91016" w:rsidRPr="00B31224">
        <w:rPr>
          <w:u w:val="single"/>
        </w:rPr>
      </w:r>
      <w:r w:rsidR="00C91016" w:rsidRPr="00B31224">
        <w:rPr>
          <w:u w:val="single"/>
        </w:rPr>
        <w:fldChar w:fldCharType="separate"/>
      </w:r>
      <w:r w:rsidR="001A0DA9">
        <w:t>slaves</w:t>
      </w:r>
      <w:r w:rsidR="00C91016" w:rsidRPr="00B31224">
        <w:rPr>
          <w:u w:val="single"/>
        </w:rPr>
        <w:fldChar w:fldCharType="end"/>
      </w:r>
      <w:bookmarkEnd w:id="57"/>
      <w:r w:rsidR="00B31224">
        <w:t xml:space="preserve"> .</w:t>
      </w:r>
    </w:p>
    <w:p w:rsidR="00C97BE3" w:rsidRDefault="00C97BE3"/>
    <w:p w:rsidR="00C97BE3" w:rsidRDefault="00C97BE3">
      <w:r>
        <w:t>9. Who was considered the best-prepared delegate?</w:t>
      </w:r>
      <w:r w:rsidR="00B31224">
        <w:t xml:space="preserve"> </w:t>
      </w:r>
      <w:r w:rsidR="00C91016">
        <w:fldChar w:fldCharType="begin">
          <w:ffData>
            <w:name w:val="Text67"/>
            <w:enabled/>
            <w:calcOnExit w:val="0"/>
            <w:textInput/>
          </w:ffData>
        </w:fldChar>
      </w:r>
      <w:bookmarkStart w:id="58" w:name="Text67"/>
      <w:r w:rsidR="00B31224">
        <w:instrText xml:space="preserve"> FORMTEXT </w:instrText>
      </w:r>
      <w:r w:rsidR="00C91016">
        <w:fldChar w:fldCharType="separate"/>
      </w:r>
      <w:r w:rsidR="001A0DA9">
        <w:t>James Madison</w:t>
      </w:r>
      <w:r w:rsidR="00C91016">
        <w:fldChar w:fldCharType="end"/>
      </w:r>
      <w:bookmarkEnd w:id="58"/>
    </w:p>
    <w:p w:rsidR="00C97BE3" w:rsidRDefault="00C97BE3"/>
    <w:p w:rsidR="00C97BE3" w:rsidRDefault="00C97BE3">
      <w:r>
        <w:t xml:space="preserve">10. He would later be called the </w:t>
      </w:r>
      <w:bookmarkStart w:id="59" w:name="Text68"/>
      <w:r w:rsidR="00B31224">
        <w:t>“</w:t>
      </w:r>
      <w:r w:rsidR="00C91016">
        <w:fldChar w:fldCharType="begin">
          <w:ffData>
            <w:name w:val="Text68"/>
            <w:enabled/>
            <w:calcOnExit w:val="0"/>
            <w:textInput/>
          </w:ffData>
        </w:fldChar>
      </w:r>
      <w:r w:rsidR="00B31224">
        <w:instrText xml:space="preserve"> FORMTEXT </w:instrText>
      </w:r>
      <w:r w:rsidR="00C91016">
        <w:fldChar w:fldCharType="separate"/>
      </w:r>
      <w:r w:rsidR="001A0DA9">
        <w:t xml:space="preserve">Father </w:t>
      </w:r>
      <w:r w:rsidR="00C91016">
        <w:fldChar w:fldCharType="end"/>
      </w:r>
      <w:bookmarkEnd w:id="59"/>
      <w:r>
        <w:t xml:space="preserve">of the </w:t>
      </w:r>
      <w:bookmarkStart w:id="60" w:name="Text69"/>
      <w:r w:rsidR="00C91016">
        <w:fldChar w:fldCharType="begin">
          <w:ffData>
            <w:name w:val="Text69"/>
            <w:enabled/>
            <w:calcOnExit w:val="0"/>
            <w:textInput/>
          </w:ffData>
        </w:fldChar>
      </w:r>
      <w:r w:rsidR="00B31224">
        <w:instrText xml:space="preserve"> FORMTEXT </w:instrText>
      </w:r>
      <w:r w:rsidR="00C91016">
        <w:fldChar w:fldCharType="separate"/>
      </w:r>
      <w:r w:rsidR="001A0DA9">
        <w:t>Constitution</w:t>
      </w:r>
      <w:r w:rsidR="00C91016">
        <w:fldChar w:fldCharType="end"/>
      </w:r>
      <w:bookmarkEnd w:id="60"/>
      <w:r w:rsidR="00B31224">
        <w:t>”.</w:t>
      </w:r>
    </w:p>
    <w:p w:rsidR="00C97BE3" w:rsidRDefault="00C97BE3"/>
    <w:p w:rsidR="00C97BE3" w:rsidRDefault="00C97BE3">
      <w:r>
        <w:t>11. How do we know what went on inside the convention?</w:t>
      </w:r>
      <w:r w:rsidR="00B31224">
        <w:t xml:space="preserve"> </w:t>
      </w:r>
      <w:r w:rsidR="00C91016">
        <w:fldChar w:fldCharType="begin">
          <w:ffData>
            <w:name w:val="Text70"/>
            <w:enabled/>
            <w:calcOnExit w:val="0"/>
            <w:textInput/>
          </w:ffData>
        </w:fldChar>
      </w:r>
      <w:bookmarkStart w:id="61" w:name="Text70"/>
      <w:r w:rsidR="00B31224">
        <w:instrText xml:space="preserve"> FORMTEXT </w:instrText>
      </w:r>
      <w:r w:rsidR="00C91016">
        <w:fldChar w:fldCharType="separate"/>
      </w:r>
      <w:r w:rsidR="001A0DA9">
        <w:t>Because James Madison took notes.</w:t>
      </w:r>
      <w:r w:rsidR="00C91016">
        <w:fldChar w:fldCharType="end"/>
      </w:r>
      <w:bookmarkEnd w:id="61"/>
    </w:p>
    <w:p w:rsidR="00C97BE3" w:rsidRDefault="00C97BE3"/>
    <w:p w:rsidR="00C97BE3" w:rsidRDefault="00C97BE3">
      <w:r>
        <w:t>12. What was the most impo</w:t>
      </w:r>
      <w:r w:rsidR="001B2E03">
        <w:t>rtant rule of the convention and w</w:t>
      </w:r>
      <w:r>
        <w:t>hy?</w:t>
      </w:r>
      <w:r w:rsidR="00B31224">
        <w:t xml:space="preserve"> </w:t>
      </w:r>
      <w:r w:rsidR="00C91016">
        <w:fldChar w:fldCharType="begin">
          <w:ffData>
            <w:name w:val="Text71"/>
            <w:enabled/>
            <w:calcOnExit w:val="0"/>
            <w:textInput/>
          </w:ffData>
        </w:fldChar>
      </w:r>
      <w:bookmarkStart w:id="62" w:name="Text71"/>
      <w:r w:rsidR="00B31224">
        <w:instrText xml:space="preserve"> FORMTEXT </w:instrText>
      </w:r>
      <w:r w:rsidR="00C91016">
        <w:fldChar w:fldCharType="separate"/>
      </w:r>
      <w:r w:rsidR="001A0DA9">
        <w:t>Secrecy, because delegates wanted to feel free to speak their minds.</w:t>
      </w:r>
      <w:r w:rsidR="00C91016">
        <w:fldChar w:fldCharType="end"/>
      </w:r>
      <w:bookmarkEnd w:id="62"/>
    </w:p>
    <w:p w:rsidR="00C97BE3" w:rsidRDefault="00C97BE3"/>
    <w:p w:rsidR="00C97BE3" w:rsidRDefault="00C97BE3"/>
    <w:p w:rsidR="00C97BE3" w:rsidRDefault="00C97BE3">
      <w:pPr>
        <w:pStyle w:val="Heading1"/>
      </w:pPr>
      <w:r>
        <w:lastRenderedPageBreak/>
        <w:t>Section 8.5</w:t>
      </w:r>
    </w:p>
    <w:p w:rsidR="00C97BE3" w:rsidRDefault="00C97BE3"/>
    <w:p w:rsidR="00C97BE3" w:rsidRDefault="00C97BE3">
      <w:r>
        <w:t>1. In most delegates’ minds, what was the business of the convention?</w:t>
      </w:r>
      <w:r w:rsidR="00B31224">
        <w:t xml:space="preserve"> </w:t>
      </w:r>
      <w:r w:rsidR="00C91016">
        <w:fldChar w:fldCharType="begin">
          <w:ffData>
            <w:name w:val="Text74"/>
            <w:enabled/>
            <w:calcOnExit w:val="0"/>
            <w:textInput/>
          </w:ffData>
        </w:fldChar>
      </w:r>
      <w:bookmarkStart w:id="63" w:name="Text74"/>
      <w:r w:rsidR="00B31224">
        <w:instrText xml:space="preserve"> FORMTEXT </w:instrText>
      </w:r>
      <w:r w:rsidR="00C91016">
        <w:fldChar w:fldCharType="separate"/>
      </w:r>
      <w:r w:rsidR="001A0DA9">
        <w:t>To revise the Articles.</w:t>
      </w:r>
      <w:r w:rsidR="00C91016">
        <w:fldChar w:fldCharType="end"/>
      </w:r>
      <w:bookmarkEnd w:id="63"/>
    </w:p>
    <w:p w:rsidR="00C97BE3" w:rsidRDefault="00C97BE3"/>
    <w:p w:rsidR="00C97BE3" w:rsidRDefault="00C97BE3">
      <w:r>
        <w:t>2. What state presented a completely new plan?</w:t>
      </w:r>
      <w:r w:rsidR="00B31224">
        <w:t xml:space="preserve"> </w:t>
      </w:r>
      <w:r w:rsidR="00C91016">
        <w:fldChar w:fldCharType="begin">
          <w:ffData>
            <w:name w:val="Text75"/>
            <w:enabled/>
            <w:calcOnExit w:val="0"/>
            <w:textInput/>
          </w:ffData>
        </w:fldChar>
      </w:r>
      <w:bookmarkStart w:id="64" w:name="Text75"/>
      <w:r w:rsidR="00B31224">
        <w:instrText xml:space="preserve"> FORMTEXT </w:instrText>
      </w:r>
      <w:r w:rsidR="00C91016">
        <w:fldChar w:fldCharType="separate"/>
      </w:r>
      <w:r w:rsidR="001A0DA9">
        <w:t>Virginia</w:t>
      </w:r>
      <w:r w:rsidR="00C91016">
        <w:fldChar w:fldCharType="end"/>
      </w:r>
      <w:bookmarkEnd w:id="64"/>
    </w:p>
    <w:p w:rsidR="00C97BE3" w:rsidRDefault="00C97BE3"/>
    <w:p w:rsidR="00C97BE3" w:rsidRDefault="00C97BE3">
      <w:r>
        <w:t>3. What is a written plan that provides the basic framework for a government called?</w:t>
      </w:r>
      <w:r w:rsidR="00B31224">
        <w:t xml:space="preserve"> </w:t>
      </w:r>
      <w:r w:rsidR="00C91016">
        <w:fldChar w:fldCharType="begin">
          <w:ffData>
            <w:name w:val="Text76"/>
            <w:enabled/>
            <w:calcOnExit w:val="0"/>
            <w:textInput/>
          </w:ffData>
        </w:fldChar>
      </w:r>
      <w:bookmarkStart w:id="65" w:name="Text76"/>
      <w:r w:rsidR="00B31224">
        <w:instrText xml:space="preserve"> FORMTEXT </w:instrText>
      </w:r>
      <w:r w:rsidR="00C91016">
        <w:fldChar w:fldCharType="separate"/>
      </w:r>
      <w:r w:rsidR="001A0DA9">
        <w:t>constitution</w:t>
      </w:r>
      <w:r w:rsidR="00C91016">
        <w:fldChar w:fldCharType="end"/>
      </w:r>
      <w:bookmarkEnd w:id="65"/>
    </w:p>
    <w:p w:rsidR="00C97BE3" w:rsidRDefault="00C97BE3"/>
    <w:p w:rsidR="00C97BE3" w:rsidRDefault="00C97BE3">
      <w:r>
        <w:t xml:space="preserve">4. After the convention, the delegates became known as </w:t>
      </w:r>
      <w:bookmarkStart w:id="66" w:name="Text77"/>
      <w:r w:rsidR="00C91016" w:rsidRPr="00C10B0A">
        <w:rPr>
          <w:u w:val="single"/>
        </w:rPr>
        <w:fldChar w:fldCharType="begin">
          <w:ffData>
            <w:name w:val="Text77"/>
            <w:enabled/>
            <w:calcOnExit w:val="0"/>
            <w:textInput/>
          </w:ffData>
        </w:fldChar>
      </w:r>
      <w:r w:rsidR="00C10B0A" w:rsidRPr="00C10B0A">
        <w:rPr>
          <w:u w:val="single"/>
        </w:rPr>
        <w:instrText xml:space="preserve"> FORMTEXT </w:instrText>
      </w:r>
      <w:r w:rsidR="00C91016" w:rsidRPr="00C10B0A">
        <w:rPr>
          <w:u w:val="single"/>
        </w:rPr>
      </w:r>
      <w:r w:rsidR="00C91016" w:rsidRPr="00C10B0A">
        <w:rPr>
          <w:u w:val="single"/>
        </w:rPr>
        <w:fldChar w:fldCharType="separate"/>
      </w:r>
      <w:r w:rsidR="001A0DA9">
        <w:t xml:space="preserve">framers </w:t>
      </w:r>
      <w:r w:rsidR="00C91016" w:rsidRPr="00C10B0A">
        <w:rPr>
          <w:u w:val="single"/>
        </w:rPr>
        <w:fldChar w:fldCharType="end"/>
      </w:r>
      <w:bookmarkEnd w:id="66"/>
      <w:r>
        <w:t>because they designed a new framework of government.</w:t>
      </w:r>
    </w:p>
    <w:p w:rsidR="00C97BE3" w:rsidRDefault="00C97BE3"/>
    <w:p w:rsidR="00C97BE3" w:rsidRDefault="00C97BE3">
      <w:r>
        <w:t xml:space="preserve">5. The Virginia Plan called for a </w:t>
      </w:r>
      <w:bookmarkStart w:id="67" w:name="Text78"/>
      <w:r w:rsidR="00C91016" w:rsidRPr="00C10B0A">
        <w:rPr>
          <w:u w:val="single"/>
        </w:rPr>
        <w:fldChar w:fldCharType="begin">
          <w:ffData>
            <w:name w:val="Text78"/>
            <w:enabled/>
            <w:calcOnExit w:val="0"/>
            <w:textInput/>
          </w:ffData>
        </w:fldChar>
      </w:r>
      <w:r w:rsidR="00C10B0A" w:rsidRPr="00C10B0A">
        <w:rPr>
          <w:u w:val="single"/>
        </w:rPr>
        <w:instrText xml:space="preserve"> FORMTEXT </w:instrText>
      </w:r>
      <w:r w:rsidR="00C91016" w:rsidRPr="00C10B0A">
        <w:rPr>
          <w:u w:val="single"/>
        </w:rPr>
      </w:r>
      <w:r w:rsidR="00C91016" w:rsidRPr="00C10B0A">
        <w:rPr>
          <w:u w:val="single"/>
        </w:rPr>
        <w:fldChar w:fldCharType="separate"/>
      </w:r>
      <w:r w:rsidR="001A0DA9">
        <w:t xml:space="preserve">strong </w:t>
      </w:r>
      <w:r w:rsidR="00C91016" w:rsidRPr="00C10B0A">
        <w:rPr>
          <w:u w:val="single"/>
        </w:rPr>
        <w:fldChar w:fldCharType="end"/>
      </w:r>
      <w:bookmarkEnd w:id="67"/>
      <w:r>
        <w:t xml:space="preserve">national government with </w:t>
      </w:r>
      <w:bookmarkStart w:id="68" w:name="Text79"/>
      <w:r w:rsidR="00C91016" w:rsidRPr="00C10B0A">
        <w:rPr>
          <w:u w:val="single"/>
        </w:rPr>
        <w:fldChar w:fldCharType="begin">
          <w:ffData>
            <w:name w:val="Text79"/>
            <w:enabled/>
            <w:calcOnExit w:val="0"/>
            <w:textInput/>
          </w:ffData>
        </w:fldChar>
      </w:r>
      <w:r w:rsidR="00C10B0A" w:rsidRPr="00C10B0A">
        <w:rPr>
          <w:u w:val="single"/>
        </w:rPr>
        <w:instrText xml:space="preserve"> FORMTEXT </w:instrText>
      </w:r>
      <w:r w:rsidR="00C91016" w:rsidRPr="00C10B0A">
        <w:rPr>
          <w:u w:val="single"/>
        </w:rPr>
      </w:r>
      <w:r w:rsidR="00C91016" w:rsidRPr="00C10B0A">
        <w:rPr>
          <w:u w:val="single"/>
        </w:rPr>
        <w:fldChar w:fldCharType="separate"/>
      </w:r>
      <w:r w:rsidR="001A0DA9">
        <w:t xml:space="preserve">three </w:t>
      </w:r>
      <w:r w:rsidR="00C91016" w:rsidRPr="00C10B0A">
        <w:rPr>
          <w:u w:val="single"/>
        </w:rPr>
        <w:fldChar w:fldCharType="end"/>
      </w:r>
      <w:bookmarkEnd w:id="68"/>
      <w:r>
        <w:t>branches or parts.</w:t>
      </w:r>
    </w:p>
    <w:p w:rsidR="00C97BE3" w:rsidRDefault="00C97BE3"/>
    <w:p w:rsidR="00C97BE3" w:rsidRDefault="00C97BE3">
      <w:r>
        <w:t xml:space="preserve">6. The </w:t>
      </w:r>
      <w:bookmarkStart w:id="69" w:name="Text80"/>
      <w:r w:rsidR="00C91016" w:rsidRPr="00C10B0A">
        <w:rPr>
          <w:u w:val="single"/>
        </w:rPr>
        <w:fldChar w:fldCharType="begin">
          <w:ffData>
            <w:name w:val="Text80"/>
            <w:enabled/>
            <w:calcOnExit w:val="0"/>
            <w:textInput/>
          </w:ffData>
        </w:fldChar>
      </w:r>
      <w:r w:rsidR="00C10B0A" w:rsidRPr="00C10B0A">
        <w:rPr>
          <w:u w:val="single"/>
        </w:rPr>
        <w:instrText xml:space="preserve"> FORMTEXT </w:instrText>
      </w:r>
      <w:r w:rsidR="00C91016" w:rsidRPr="00C10B0A">
        <w:rPr>
          <w:u w:val="single"/>
        </w:rPr>
      </w:r>
      <w:r w:rsidR="00C91016" w:rsidRPr="00C10B0A">
        <w:rPr>
          <w:u w:val="single"/>
        </w:rPr>
        <w:fldChar w:fldCharType="separate"/>
      </w:r>
      <w:r w:rsidR="001A0DA9">
        <w:t xml:space="preserve">legislative </w:t>
      </w:r>
      <w:r w:rsidR="00C91016" w:rsidRPr="00C10B0A">
        <w:rPr>
          <w:u w:val="single"/>
        </w:rPr>
        <w:fldChar w:fldCharType="end"/>
      </w:r>
      <w:bookmarkEnd w:id="69"/>
      <w:r>
        <w:t xml:space="preserve">branch, or </w:t>
      </w:r>
      <w:bookmarkStart w:id="70" w:name="Text81"/>
      <w:r w:rsidR="00C91016" w:rsidRPr="00C10B0A">
        <w:rPr>
          <w:u w:val="single"/>
        </w:rPr>
        <w:fldChar w:fldCharType="begin">
          <w:ffData>
            <w:name w:val="Text81"/>
            <w:enabled/>
            <w:calcOnExit w:val="0"/>
            <w:textInput/>
          </w:ffData>
        </w:fldChar>
      </w:r>
      <w:r w:rsidR="00C10B0A" w:rsidRPr="00C10B0A">
        <w:rPr>
          <w:u w:val="single"/>
        </w:rPr>
        <w:instrText xml:space="preserve"> FORMTEXT </w:instrText>
      </w:r>
      <w:r w:rsidR="00C91016" w:rsidRPr="00C10B0A">
        <w:rPr>
          <w:u w:val="single"/>
        </w:rPr>
      </w:r>
      <w:r w:rsidR="00C91016" w:rsidRPr="00C10B0A">
        <w:rPr>
          <w:u w:val="single"/>
        </w:rPr>
        <w:fldChar w:fldCharType="separate"/>
      </w:r>
      <w:r w:rsidR="001A0DA9">
        <w:t>Congress</w:t>
      </w:r>
      <w:r w:rsidR="00C91016" w:rsidRPr="00C10B0A">
        <w:rPr>
          <w:u w:val="single"/>
        </w:rPr>
        <w:fldChar w:fldCharType="end"/>
      </w:r>
      <w:bookmarkEnd w:id="70"/>
      <w:proofErr w:type="gramStart"/>
      <w:r w:rsidR="00C10B0A">
        <w:t>,</w:t>
      </w:r>
      <w:r>
        <w:t>would</w:t>
      </w:r>
      <w:proofErr w:type="gramEnd"/>
      <w:r>
        <w:t xml:space="preserve"> make the laws.</w:t>
      </w:r>
    </w:p>
    <w:p w:rsidR="00C97BE3" w:rsidRDefault="00C97BE3"/>
    <w:p w:rsidR="00C97BE3" w:rsidRDefault="00C97BE3">
      <w:r>
        <w:t xml:space="preserve">7. The </w:t>
      </w:r>
      <w:bookmarkStart w:id="71" w:name="Text82"/>
      <w:r w:rsidR="00C91016" w:rsidRPr="00C10B0A">
        <w:rPr>
          <w:u w:val="single"/>
        </w:rPr>
        <w:fldChar w:fldCharType="begin">
          <w:ffData>
            <w:name w:val="Text82"/>
            <w:enabled/>
            <w:calcOnExit w:val="0"/>
            <w:textInput/>
          </w:ffData>
        </w:fldChar>
      </w:r>
      <w:r w:rsidR="00C10B0A" w:rsidRPr="00C10B0A">
        <w:rPr>
          <w:u w:val="single"/>
        </w:rPr>
        <w:instrText xml:space="preserve"> FORMTEXT </w:instrText>
      </w:r>
      <w:r w:rsidR="00C91016" w:rsidRPr="00C10B0A">
        <w:rPr>
          <w:u w:val="single"/>
        </w:rPr>
      </w:r>
      <w:r w:rsidR="00C91016" w:rsidRPr="00C10B0A">
        <w:rPr>
          <w:u w:val="single"/>
        </w:rPr>
        <w:fldChar w:fldCharType="separate"/>
      </w:r>
      <w:r w:rsidR="001A0DA9">
        <w:t xml:space="preserve">executive </w:t>
      </w:r>
      <w:r w:rsidR="00C91016" w:rsidRPr="00C10B0A">
        <w:rPr>
          <w:u w:val="single"/>
        </w:rPr>
        <w:fldChar w:fldCharType="end"/>
      </w:r>
      <w:bookmarkEnd w:id="71"/>
      <w:r>
        <w:t>branch would carry out the laws.</w:t>
      </w:r>
    </w:p>
    <w:p w:rsidR="00C97BE3" w:rsidRDefault="00C97BE3"/>
    <w:p w:rsidR="00C97BE3" w:rsidRDefault="00C97BE3">
      <w:r>
        <w:t>8. What does execute mean?</w:t>
      </w:r>
      <w:r w:rsidR="00C10B0A">
        <w:t xml:space="preserve"> </w:t>
      </w:r>
      <w:r w:rsidR="00C91016">
        <w:fldChar w:fldCharType="begin">
          <w:ffData>
            <w:name w:val="Text83"/>
            <w:enabled/>
            <w:calcOnExit w:val="0"/>
            <w:textInput/>
          </w:ffData>
        </w:fldChar>
      </w:r>
      <w:bookmarkStart w:id="72" w:name="Text83"/>
      <w:r w:rsidR="00C10B0A">
        <w:instrText xml:space="preserve"> FORMTEXT </w:instrText>
      </w:r>
      <w:r w:rsidR="00C91016">
        <w:fldChar w:fldCharType="separate"/>
      </w:r>
      <w:r w:rsidR="001A0DA9">
        <w:t>carry out</w:t>
      </w:r>
      <w:r w:rsidR="00C91016">
        <w:fldChar w:fldCharType="end"/>
      </w:r>
      <w:bookmarkEnd w:id="72"/>
    </w:p>
    <w:p w:rsidR="00C97BE3" w:rsidRDefault="00C97BE3"/>
    <w:p w:rsidR="00C97BE3" w:rsidRDefault="00C97BE3">
      <w:r>
        <w:t xml:space="preserve">9. The </w:t>
      </w:r>
      <w:bookmarkStart w:id="73" w:name="Text84"/>
      <w:r w:rsidR="00C91016" w:rsidRPr="00C10B0A">
        <w:rPr>
          <w:u w:val="single"/>
        </w:rPr>
        <w:fldChar w:fldCharType="begin">
          <w:ffData>
            <w:name w:val="Text84"/>
            <w:enabled/>
            <w:calcOnExit w:val="0"/>
            <w:textInput/>
          </w:ffData>
        </w:fldChar>
      </w:r>
      <w:r w:rsidR="00C10B0A" w:rsidRPr="00C10B0A">
        <w:rPr>
          <w:u w:val="single"/>
        </w:rPr>
        <w:instrText xml:space="preserve"> FORMTEXT </w:instrText>
      </w:r>
      <w:r w:rsidR="00C91016" w:rsidRPr="00C10B0A">
        <w:rPr>
          <w:u w:val="single"/>
        </w:rPr>
      </w:r>
      <w:r w:rsidR="00C91016" w:rsidRPr="00C10B0A">
        <w:rPr>
          <w:u w:val="single"/>
        </w:rPr>
        <w:fldChar w:fldCharType="separate"/>
      </w:r>
      <w:r w:rsidR="001A0DA9">
        <w:t xml:space="preserve">judicial </w:t>
      </w:r>
      <w:r w:rsidR="00C91016" w:rsidRPr="00C10B0A">
        <w:rPr>
          <w:u w:val="single"/>
        </w:rPr>
        <w:fldChar w:fldCharType="end"/>
      </w:r>
      <w:bookmarkEnd w:id="73"/>
      <w:r>
        <w:t xml:space="preserve">branch, or </w:t>
      </w:r>
      <w:bookmarkStart w:id="74" w:name="Text85"/>
      <w:r w:rsidR="00C91016" w:rsidRPr="00C10B0A">
        <w:rPr>
          <w:u w:val="single"/>
        </w:rPr>
        <w:fldChar w:fldCharType="begin">
          <w:ffData>
            <w:name w:val="Text85"/>
            <w:enabled/>
            <w:calcOnExit w:val="0"/>
            <w:textInput/>
          </w:ffData>
        </w:fldChar>
      </w:r>
      <w:r w:rsidR="00C10B0A" w:rsidRPr="00C10B0A">
        <w:rPr>
          <w:u w:val="single"/>
        </w:rPr>
        <w:instrText xml:space="preserve"> FORMTEXT </w:instrText>
      </w:r>
      <w:r w:rsidR="00C91016" w:rsidRPr="00C10B0A">
        <w:rPr>
          <w:u w:val="single"/>
        </w:rPr>
      </w:r>
      <w:r w:rsidR="00C91016" w:rsidRPr="00C10B0A">
        <w:rPr>
          <w:u w:val="single"/>
        </w:rPr>
        <w:fldChar w:fldCharType="separate"/>
      </w:r>
      <w:r w:rsidR="001A0DA9">
        <w:t xml:space="preserve">system </w:t>
      </w:r>
      <w:r w:rsidR="00C91016" w:rsidRPr="00C10B0A">
        <w:rPr>
          <w:u w:val="single"/>
        </w:rPr>
        <w:fldChar w:fldCharType="end"/>
      </w:r>
      <w:bookmarkEnd w:id="74"/>
      <w:r>
        <w:t xml:space="preserve">of </w:t>
      </w:r>
      <w:bookmarkStart w:id="75" w:name="Text86"/>
      <w:r w:rsidR="00C91016" w:rsidRPr="00C10B0A">
        <w:rPr>
          <w:u w:val="single"/>
        </w:rPr>
        <w:fldChar w:fldCharType="begin">
          <w:ffData>
            <w:name w:val="Text86"/>
            <w:enabled/>
            <w:calcOnExit w:val="0"/>
            <w:textInput/>
          </w:ffData>
        </w:fldChar>
      </w:r>
      <w:r w:rsidR="00C10B0A" w:rsidRPr="00C10B0A">
        <w:rPr>
          <w:u w:val="single"/>
        </w:rPr>
        <w:instrText xml:space="preserve"> FORMTEXT </w:instrText>
      </w:r>
      <w:r w:rsidR="00C91016" w:rsidRPr="00C10B0A">
        <w:rPr>
          <w:u w:val="single"/>
        </w:rPr>
      </w:r>
      <w:r w:rsidR="00C91016" w:rsidRPr="00C10B0A">
        <w:rPr>
          <w:u w:val="single"/>
        </w:rPr>
        <w:fldChar w:fldCharType="separate"/>
      </w:r>
      <w:r w:rsidR="001A0DA9">
        <w:t>courts</w:t>
      </w:r>
      <w:r w:rsidR="00C91016" w:rsidRPr="00C10B0A">
        <w:rPr>
          <w:u w:val="single"/>
        </w:rPr>
        <w:fldChar w:fldCharType="end"/>
      </w:r>
      <w:bookmarkEnd w:id="75"/>
      <w:proofErr w:type="gramStart"/>
      <w:r w:rsidR="00C10B0A">
        <w:t>,</w:t>
      </w:r>
      <w:r>
        <w:t>would</w:t>
      </w:r>
      <w:proofErr w:type="gramEnd"/>
      <w:r>
        <w:t xml:space="preserve"> apply and interpret the laws.</w:t>
      </w:r>
    </w:p>
    <w:p w:rsidR="00C97BE3" w:rsidRDefault="00C97BE3"/>
    <w:p w:rsidR="00C97BE3" w:rsidRDefault="00C97BE3">
      <w:r>
        <w:t xml:space="preserve">10. Under the plan, Congress was to be made up of </w:t>
      </w:r>
      <w:bookmarkStart w:id="76" w:name="Text87"/>
      <w:r w:rsidR="00C91016" w:rsidRPr="00C10B0A">
        <w:rPr>
          <w:u w:val="single"/>
        </w:rPr>
        <w:fldChar w:fldCharType="begin">
          <w:ffData>
            <w:name w:val="Text87"/>
            <w:enabled/>
            <w:calcOnExit w:val="0"/>
            <w:textInput/>
          </w:ffData>
        </w:fldChar>
      </w:r>
      <w:r w:rsidR="00C10B0A" w:rsidRPr="00C10B0A">
        <w:rPr>
          <w:u w:val="single"/>
        </w:rPr>
        <w:instrText xml:space="preserve"> FORMTEXT </w:instrText>
      </w:r>
      <w:r w:rsidR="00C91016" w:rsidRPr="00C10B0A">
        <w:rPr>
          <w:u w:val="single"/>
        </w:rPr>
      </w:r>
      <w:r w:rsidR="00C91016" w:rsidRPr="00C10B0A">
        <w:rPr>
          <w:u w:val="single"/>
        </w:rPr>
        <w:fldChar w:fldCharType="separate"/>
      </w:r>
      <w:r w:rsidR="001A0DA9">
        <w:t xml:space="preserve">two </w:t>
      </w:r>
      <w:r w:rsidR="00C91016" w:rsidRPr="00C10B0A">
        <w:rPr>
          <w:u w:val="single"/>
        </w:rPr>
        <w:fldChar w:fldCharType="end"/>
      </w:r>
      <w:bookmarkEnd w:id="76"/>
      <w:r>
        <w:t>houses.  What are they called?</w:t>
      </w:r>
      <w:r w:rsidR="00C10B0A">
        <w:t xml:space="preserve"> </w:t>
      </w:r>
      <w:r w:rsidR="00C91016">
        <w:fldChar w:fldCharType="begin">
          <w:ffData>
            <w:name w:val="Text88"/>
            <w:enabled/>
            <w:calcOnExit w:val="0"/>
            <w:textInput/>
          </w:ffData>
        </w:fldChar>
      </w:r>
      <w:bookmarkStart w:id="77" w:name="Text88"/>
      <w:r w:rsidR="00C10B0A">
        <w:instrText xml:space="preserve"> FORMTEXT </w:instrText>
      </w:r>
      <w:r w:rsidR="00C91016">
        <w:fldChar w:fldCharType="separate"/>
      </w:r>
      <w:r w:rsidR="001A0DA9">
        <w:t>House of Representatives and the Senate</w:t>
      </w:r>
      <w:r w:rsidR="00C91016">
        <w:fldChar w:fldCharType="end"/>
      </w:r>
      <w:bookmarkEnd w:id="77"/>
    </w:p>
    <w:p w:rsidR="00C97BE3" w:rsidRDefault="00C97BE3"/>
    <w:p w:rsidR="00C97BE3" w:rsidRDefault="001B2E03">
      <w:r>
        <w:t>11. The number of lawmakers a state could send to Congress depended on what</w:t>
      </w:r>
      <w:r w:rsidR="00C97BE3">
        <w:t>?</w:t>
      </w:r>
      <w:r w:rsidR="00C10B0A">
        <w:t xml:space="preserve"> </w:t>
      </w:r>
      <w:r w:rsidR="00C91016">
        <w:fldChar w:fldCharType="begin">
          <w:ffData>
            <w:name w:val="Text89"/>
            <w:enabled/>
            <w:calcOnExit w:val="0"/>
            <w:textInput/>
          </w:ffData>
        </w:fldChar>
      </w:r>
      <w:bookmarkStart w:id="78" w:name="Text89"/>
      <w:r w:rsidR="00C10B0A">
        <w:instrText xml:space="preserve"> FORMTEXT </w:instrText>
      </w:r>
      <w:r w:rsidR="00C91016">
        <w:fldChar w:fldCharType="separate"/>
      </w:r>
      <w:r w:rsidR="001A0DA9">
        <w:t>population</w:t>
      </w:r>
      <w:r w:rsidR="00C91016">
        <w:fldChar w:fldCharType="end"/>
      </w:r>
      <w:bookmarkEnd w:id="78"/>
    </w:p>
    <w:p w:rsidR="00C97BE3" w:rsidRDefault="00C97BE3"/>
    <w:p w:rsidR="00C97BE3" w:rsidRDefault="00C97BE3">
      <w:r>
        <w:t xml:space="preserve">12. Would large states like the above method? </w:t>
      </w:r>
      <w:r w:rsidR="00C91016">
        <w:fldChar w:fldCharType="begin">
          <w:ffData>
            <w:name w:val="Text90"/>
            <w:enabled/>
            <w:calcOnExit w:val="0"/>
            <w:textInput/>
          </w:ffData>
        </w:fldChar>
      </w:r>
      <w:bookmarkStart w:id="79" w:name="Text90"/>
      <w:r w:rsidR="00C10B0A">
        <w:instrText xml:space="preserve"> FORMTEXT </w:instrText>
      </w:r>
      <w:r w:rsidR="00C91016">
        <w:fldChar w:fldCharType="separate"/>
      </w:r>
      <w:proofErr w:type="gramStart"/>
      <w:r w:rsidR="001A0DA9">
        <w:t>yes</w:t>
      </w:r>
      <w:proofErr w:type="gramEnd"/>
      <w:r w:rsidR="00C91016">
        <w:fldChar w:fldCharType="end"/>
      </w:r>
      <w:bookmarkEnd w:id="79"/>
      <w:r>
        <w:t xml:space="preserve"> Why o</w:t>
      </w:r>
      <w:r w:rsidR="00B873D0">
        <w:t xml:space="preserve">r why not? </w:t>
      </w:r>
      <w:r w:rsidR="00C91016">
        <w:fldChar w:fldCharType="begin">
          <w:ffData>
            <w:name w:val="Text91"/>
            <w:enabled/>
            <w:calcOnExit w:val="0"/>
            <w:textInput/>
          </w:ffData>
        </w:fldChar>
      </w:r>
      <w:bookmarkStart w:id="80" w:name="Text91"/>
      <w:r w:rsidR="00C10B0A">
        <w:instrText xml:space="preserve"> FORMTEXT </w:instrText>
      </w:r>
      <w:r w:rsidR="00C91016">
        <w:fldChar w:fldCharType="separate"/>
      </w:r>
      <w:r w:rsidR="001A0DA9">
        <w:t>They would have more representatives.</w:t>
      </w:r>
      <w:r w:rsidR="00C91016">
        <w:fldChar w:fldCharType="end"/>
      </w:r>
      <w:bookmarkEnd w:id="80"/>
      <w:r w:rsidR="00B873D0">
        <w:t xml:space="preserve"> How about small the </w:t>
      </w:r>
      <w:r>
        <w:t>states?</w:t>
      </w:r>
      <w:r w:rsidR="00C10B0A">
        <w:t xml:space="preserve"> </w:t>
      </w:r>
      <w:r w:rsidR="00C91016">
        <w:fldChar w:fldCharType="begin">
          <w:ffData>
            <w:name w:val="Text92"/>
            <w:enabled/>
            <w:calcOnExit w:val="0"/>
            <w:textInput/>
          </w:ffData>
        </w:fldChar>
      </w:r>
      <w:bookmarkStart w:id="81" w:name="Text92"/>
      <w:r w:rsidR="00C10B0A">
        <w:instrText xml:space="preserve"> FORMTEXT </w:instrText>
      </w:r>
      <w:r w:rsidR="00C91016">
        <w:fldChar w:fldCharType="separate"/>
      </w:r>
      <w:r w:rsidR="001A0DA9">
        <w:t>No, they would have less say in Congress.</w:t>
      </w:r>
      <w:r w:rsidR="00C91016">
        <w:fldChar w:fldCharType="end"/>
      </w:r>
      <w:bookmarkEnd w:id="81"/>
    </w:p>
    <w:p w:rsidR="00C97BE3" w:rsidRDefault="00C97BE3"/>
    <w:p w:rsidR="00C97BE3" w:rsidRDefault="00C97BE3">
      <w:r>
        <w:t xml:space="preserve">13. Who came up with a rival proposal? </w:t>
      </w:r>
      <w:r w:rsidR="00C91016">
        <w:fldChar w:fldCharType="begin">
          <w:ffData>
            <w:name w:val="Text93"/>
            <w:enabled/>
            <w:calcOnExit w:val="0"/>
            <w:textInput/>
          </w:ffData>
        </w:fldChar>
      </w:r>
      <w:bookmarkStart w:id="82" w:name="Text93"/>
      <w:r w:rsidR="00C10B0A">
        <w:instrText xml:space="preserve"> FORMTEXT </w:instrText>
      </w:r>
      <w:r w:rsidR="00C91016">
        <w:fldChar w:fldCharType="separate"/>
      </w:r>
      <w:r w:rsidR="001A0DA9">
        <w:t>Wm. Patterson</w:t>
      </w:r>
      <w:r w:rsidR="00C91016">
        <w:fldChar w:fldCharType="end"/>
      </w:r>
      <w:bookmarkEnd w:id="82"/>
      <w:r>
        <w:t xml:space="preserve"> </w:t>
      </w:r>
      <w:proofErr w:type="gramStart"/>
      <w:r>
        <w:t>From</w:t>
      </w:r>
      <w:proofErr w:type="gramEnd"/>
      <w:r>
        <w:t xml:space="preserve"> what state did he come from?</w:t>
      </w:r>
      <w:r w:rsidR="00C10B0A">
        <w:t xml:space="preserve"> </w:t>
      </w:r>
      <w:r w:rsidR="00C91016">
        <w:fldChar w:fldCharType="begin">
          <w:ffData>
            <w:name w:val="Text94"/>
            <w:enabled/>
            <w:calcOnExit w:val="0"/>
            <w:textInput/>
          </w:ffData>
        </w:fldChar>
      </w:r>
      <w:bookmarkStart w:id="83" w:name="Text94"/>
      <w:r w:rsidR="00C10B0A">
        <w:instrText xml:space="preserve"> FORMTEXT </w:instrText>
      </w:r>
      <w:r w:rsidR="00C91016">
        <w:fldChar w:fldCharType="separate"/>
      </w:r>
      <w:r w:rsidR="001A0DA9">
        <w:t>New Jersey</w:t>
      </w:r>
      <w:r w:rsidR="00C91016">
        <w:fldChar w:fldCharType="end"/>
      </w:r>
      <w:bookmarkEnd w:id="83"/>
    </w:p>
    <w:p w:rsidR="00C97BE3" w:rsidRDefault="00C97BE3"/>
    <w:p w:rsidR="00C97BE3" w:rsidRDefault="00C97BE3">
      <w:r>
        <w:t>14. What was different about the New Jersey Plan?</w:t>
      </w:r>
      <w:r w:rsidR="00C10B0A">
        <w:t xml:space="preserve"> </w:t>
      </w:r>
      <w:r w:rsidR="00C91016">
        <w:fldChar w:fldCharType="begin">
          <w:ffData>
            <w:name w:val="Text95"/>
            <w:enabled/>
            <w:calcOnExit w:val="0"/>
            <w:textInput/>
          </w:ffData>
        </w:fldChar>
      </w:r>
      <w:bookmarkStart w:id="84" w:name="Text95"/>
      <w:r w:rsidR="00C10B0A">
        <w:instrText xml:space="preserve"> FORMTEXT </w:instrText>
      </w:r>
      <w:r w:rsidR="00C91016">
        <w:fldChar w:fldCharType="separate"/>
      </w:r>
      <w:r w:rsidR="001A0DA9">
        <w:t>One house in the legislature and each state would have one vote.</w:t>
      </w:r>
      <w:r w:rsidR="00C91016">
        <w:fldChar w:fldCharType="end"/>
      </w:r>
      <w:bookmarkEnd w:id="84"/>
    </w:p>
    <w:p w:rsidR="00B873D0" w:rsidRDefault="00B873D0"/>
    <w:p w:rsidR="00C97BE3" w:rsidRDefault="00C97BE3"/>
    <w:p w:rsidR="00C97BE3" w:rsidRDefault="00C97BE3">
      <w:pPr>
        <w:pStyle w:val="Heading1"/>
      </w:pPr>
      <w:r>
        <w:t>Section 8.6</w:t>
      </w:r>
    </w:p>
    <w:p w:rsidR="00C97BE3" w:rsidRDefault="00C97BE3"/>
    <w:p w:rsidR="00C97BE3" w:rsidRDefault="00B873D0">
      <w:r>
        <w:t>1</w:t>
      </w:r>
      <w:r w:rsidR="00C97BE3">
        <w:t xml:space="preserve">. Who was waiting for the United States to fall apart? </w:t>
      </w:r>
      <w:r w:rsidR="00C91016">
        <w:fldChar w:fldCharType="begin">
          <w:ffData>
            <w:name w:val="Text96"/>
            <w:enabled/>
            <w:calcOnExit w:val="0"/>
            <w:textInput/>
          </w:ffData>
        </w:fldChar>
      </w:r>
      <w:bookmarkStart w:id="85" w:name="Text96"/>
      <w:r w:rsidR="00C10B0A">
        <w:instrText xml:space="preserve"> FORMTEXT </w:instrText>
      </w:r>
      <w:r w:rsidR="00C91016">
        <w:fldChar w:fldCharType="separate"/>
      </w:r>
      <w:r w:rsidR="001A0DA9">
        <w:t>Great Britain, France, and Spain.</w:t>
      </w:r>
      <w:r w:rsidR="00C91016">
        <w:fldChar w:fldCharType="end"/>
      </w:r>
      <w:bookmarkEnd w:id="85"/>
    </w:p>
    <w:p w:rsidR="00C97BE3" w:rsidRDefault="00C97BE3"/>
    <w:p w:rsidR="00C97BE3" w:rsidRDefault="00B873D0">
      <w:r>
        <w:t>2</w:t>
      </w:r>
      <w:r w:rsidR="00C97BE3">
        <w:t>. What is an agreement in which both sides in a dispute agree to give up something they want in order to achieve a settlement called?</w:t>
      </w:r>
      <w:r w:rsidR="00C10B0A">
        <w:t xml:space="preserve"> </w:t>
      </w:r>
      <w:r w:rsidR="00C91016">
        <w:fldChar w:fldCharType="begin">
          <w:ffData>
            <w:name w:val="Text97"/>
            <w:enabled/>
            <w:calcOnExit w:val="0"/>
            <w:textInput/>
          </w:ffData>
        </w:fldChar>
      </w:r>
      <w:bookmarkStart w:id="86" w:name="Text97"/>
      <w:r w:rsidR="00C10B0A">
        <w:instrText xml:space="preserve"> FORMTEXT </w:instrText>
      </w:r>
      <w:r w:rsidR="00C91016">
        <w:fldChar w:fldCharType="separate"/>
      </w:r>
      <w:r w:rsidR="001A0DA9">
        <w:t>compromise</w:t>
      </w:r>
      <w:r w:rsidR="00C91016">
        <w:fldChar w:fldCharType="end"/>
      </w:r>
      <w:bookmarkEnd w:id="86"/>
    </w:p>
    <w:p w:rsidR="00C97BE3" w:rsidRDefault="00C97BE3"/>
    <w:p w:rsidR="00C97BE3" w:rsidRDefault="00B873D0">
      <w:r>
        <w:t>3</w:t>
      </w:r>
      <w:r w:rsidR="00C97BE3">
        <w:t xml:space="preserve">. Who proposed a compromise plan? </w:t>
      </w:r>
      <w:r w:rsidR="00C91016">
        <w:fldChar w:fldCharType="begin">
          <w:ffData>
            <w:name w:val="Text98"/>
            <w:enabled/>
            <w:calcOnExit w:val="0"/>
            <w:textInput/>
          </w:ffData>
        </w:fldChar>
      </w:r>
      <w:bookmarkStart w:id="87" w:name="Text98"/>
      <w:r w:rsidR="00C10B0A">
        <w:instrText xml:space="preserve"> FORMTEXT </w:instrText>
      </w:r>
      <w:r w:rsidR="00C91016">
        <w:fldChar w:fldCharType="separate"/>
      </w:r>
      <w:r w:rsidR="001A0DA9">
        <w:t>Roger Sherman</w:t>
      </w:r>
      <w:r w:rsidR="00C91016">
        <w:fldChar w:fldCharType="end"/>
      </w:r>
      <w:bookmarkEnd w:id="87"/>
      <w:r w:rsidR="00C97BE3">
        <w:t xml:space="preserve"> What state was he from?</w:t>
      </w:r>
      <w:r w:rsidR="00C10B0A">
        <w:t xml:space="preserve"> </w:t>
      </w:r>
      <w:r w:rsidR="00C91016">
        <w:fldChar w:fldCharType="begin">
          <w:ffData>
            <w:name w:val="Text99"/>
            <w:enabled/>
            <w:calcOnExit w:val="0"/>
            <w:textInput/>
          </w:ffData>
        </w:fldChar>
      </w:r>
      <w:bookmarkStart w:id="88" w:name="Text99"/>
      <w:r w:rsidR="00C10B0A">
        <w:instrText xml:space="preserve"> FORMTEXT </w:instrText>
      </w:r>
      <w:r w:rsidR="00C91016">
        <w:fldChar w:fldCharType="separate"/>
      </w:r>
      <w:r w:rsidR="001A0DA9">
        <w:t>Connecticut</w:t>
      </w:r>
      <w:r w:rsidR="00C91016">
        <w:fldChar w:fldCharType="end"/>
      </w:r>
      <w:bookmarkEnd w:id="88"/>
    </w:p>
    <w:p w:rsidR="00C97BE3" w:rsidRDefault="00C97BE3"/>
    <w:p w:rsidR="00C97BE3" w:rsidRDefault="00B873D0">
      <w:r>
        <w:t>4</w:t>
      </w:r>
      <w:r w:rsidR="00C97BE3">
        <w:t>. What exactly did this new plan propose?</w:t>
      </w:r>
      <w:r w:rsidR="00C10B0A">
        <w:t xml:space="preserve"> </w:t>
      </w:r>
      <w:r w:rsidR="00C91016">
        <w:fldChar w:fldCharType="begin">
          <w:ffData>
            <w:name w:val="Text100"/>
            <w:enabled/>
            <w:calcOnExit w:val="0"/>
            <w:textInput/>
          </w:ffData>
        </w:fldChar>
      </w:r>
      <w:bookmarkStart w:id="89" w:name="Text100"/>
      <w:r w:rsidR="00C10B0A">
        <w:instrText xml:space="preserve"> FORMTEXT </w:instrText>
      </w:r>
      <w:r w:rsidR="00C91016">
        <w:fldChar w:fldCharType="separate"/>
      </w:r>
      <w:r w:rsidR="001A0DA9">
        <w:t>A two-house Congress with the House of Reps. based on population and the Senate being equal (2 per state).</w:t>
      </w:r>
      <w:r w:rsidR="00C91016">
        <w:fldChar w:fldCharType="end"/>
      </w:r>
      <w:bookmarkEnd w:id="89"/>
    </w:p>
    <w:p w:rsidR="00C97BE3" w:rsidRDefault="00C97BE3"/>
    <w:p w:rsidR="00C97BE3" w:rsidRDefault="00B873D0">
      <w:r>
        <w:t>5</w:t>
      </w:r>
      <w:r w:rsidR="00C97BE3">
        <w:t xml:space="preserve">. This plan became known as the </w:t>
      </w:r>
      <w:bookmarkStart w:id="90" w:name="Text101"/>
      <w:r w:rsidR="00C91016" w:rsidRPr="00C10B0A">
        <w:rPr>
          <w:u w:val="single"/>
        </w:rPr>
        <w:fldChar w:fldCharType="begin">
          <w:ffData>
            <w:name w:val="Text101"/>
            <w:enabled/>
            <w:calcOnExit w:val="0"/>
            <w:textInput/>
          </w:ffData>
        </w:fldChar>
      </w:r>
      <w:r w:rsidR="00C10B0A" w:rsidRPr="00C10B0A">
        <w:rPr>
          <w:u w:val="single"/>
        </w:rPr>
        <w:instrText xml:space="preserve"> FORMTEXT </w:instrText>
      </w:r>
      <w:r w:rsidR="00C91016" w:rsidRPr="00C10B0A">
        <w:rPr>
          <w:u w:val="single"/>
        </w:rPr>
      </w:r>
      <w:r w:rsidR="00C91016" w:rsidRPr="00C10B0A">
        <w:rPr>
          <w:u w:val="single"/>
        </w:rPr>
        <w:fldChar w:fldCharType="separate"/>
      </w:r>
      <w:r w:rsidR="001A0DA9">
        <w:t>Great</w:t>
      </w:r>
      <w:r w:rsidR="00C91016" w:rsidRPr="00C10B0A">
        <w:rPr>
          <w:u w:val="single"/>
        </w:rPr>
        <w:fldChar w:fldCharType="end"/>
      </w:r>
      <w:bookmarkEnd w:id="90"/>
      <w:r w:rsidR="00C10B0A">
        <w:t xml:space="preserve">  </w:t>
      </w:r>
      <w:bookmarkStart w:id="91" w:name="Text102"/>
      <w:r w:rsidR="00C91016" w:rsidRPr="00C10B0A">
        <w:rPr>
          <w:u w:val="single"/>
        </w:rPr>
        <w:fldChar w:fldCharType="begin">
          <w:ffData>
            <w:name w:val="Text102"/>
            <w:enabled/>
            <w:calcOnExit w:val="0"/>
            <w:textInput/>
          </w:ffData>
        </w:fldChar>
      </w:r>
      <w:r w:rsidR="00C10B0A" w:rsidRPr="00C10B0A">
        <w:rPr>
          <w:u w:val="single"/>
        </w:rPr>
        <w:instrText xml:space="preserve"> FORMTEXT </w:instrText>
      </w:r>
      <w:r w:rsidR="00C91016" w:rsidRPr="00C10B0A">
        <w:rPr>
          <w:u w:val="single"/>
        </w:rPr>
      </w:r>
      <w:r w:rsidR="00C91016" w:rsidRPr="00C10B0A">
        <w:rPr>
          <w:u w:val="single"/>
        </w:rPr>
        <w:fldChar w:fldCharType="separate"/>
      </w:r>
      <w:r w:rsidR="001A0DA9">
        <w:t>Compromise</w:t>
      </w:r>
      <w:r w:rsidR="00C91016" w:rsidRPr="00C10B0A">
        <w:rPr>
          <w:u w:val="single"/>
        </w:rPr>
        <w:fldChar w:fldCharType="end"/>
      </w:r>
      <w:bookmarkEnd w:id="91"/>
      <w:r w:rsidR="00C10B0A">
        <w:t>.</w:t>
      </w:r>
    </w:p>
    <w:p w:rsidR="00C97BE3" w:rsidRDefault="00C97BE3"/>
    <w:p w:rsidR="00C97BE3" w:rsidRDefault="00C97BE3"/>
    <w:p w:rsidR="00C97BE3" w:rsidRDefault="00C97BE3">
      <w:pPr>
        <w:pStyle w:val="Heading1"/>
      </w:pPr>
      <w:r>
        <w:t>Section 8.7</w:t>
      </w:r>
    </w:p>
    <w:p w:rsidR="00C97BE3" w:rsidRDefault="00C97BE3"/>
    <w:p w:rsidR="00C97BE3" w:rsidRDefault="00C97BE3">
      <w:r>
        <w:t xml:space="preserve">1. Like everyone else, southerners naturally wanted as many </w:t>
      </w:r>
      <w:bookmarkStart w:id="92" w:name="Text103"/>
      <w:r w:rsidR="00C91016" w:rsidRPr="00C10B0A">
        <w:rPr>
          <w:u w:val="single"/>
        </w:rPr>
        <w:fldChar w:fldCharType="begin">
          <w:ffData>
            <w:name w:val="Text103"/>
            <w:enabled/>
            <w:calcOnExit w:val="0"/>
            <w:textInput/>
          </w:ffData>
        </w:fldChar>
      </w:r>
      <w:r w:rsidR="00C10B0A" w:rsidRPr="00C10B0A">
        <w:rPr>
          <w:u w:val="single"/>
        </w:rPr>
        <w:instrText xml:space="preserve"> FORMTEXT </w:instrText>
      </w:r>
      <w:r w:rsidR="00C91016" w:rsidRPr="00C10B0A">
        <w:rPr>
          <w:u w:val="single"/>
        </w:rPr>
      </w:r>
      <w:r w:rsidR="00C91016" w:rsidRPr="00C10B0A">
        <w:rPr>
          <w:u w:val="single"/>
        </w:rPr>
        <w:fldChar w:fldCharType="separate"/>
      </w:r>
      <w:r w:rsidR="001A0DA9">
        <w:t xml:space="preserve">representatives </w:t>
      </w:r>
      <w:r w:rsidR="00C91016" w:rsidRPr="00C10B0A">
        <w:rPr>
          <w:u w:val="single"/>
        </w:rPr>
        <w:fldChar w:fldCharType="end"/>
      </w:r>
      <w:bookmarkEnd w:id="92"/>
      <w:r>
        <w:t>in the House as possible.</w:t>
      </w:r>
    </w:p>
    <w:p w:rsidR="00C97BE3" w:rsidRDefault="00C97BE3"/>
    <w:p w:rsidR="00C97BE3" w:rsidRDefault="00C97BE3">
      <w:r>
        <w:t>2. Who did the South believe should be counted in determining population?</w:t>
      </w:r>
      <w:r w:rsidR="00C10B0A">
        <w:t xml:space="preserve"> </w:t>
      </w:r>
      <w:r w:rsidR="00C91016">
        <w:fldChar w:fldCharType="begin">
          <w:ffData>
            <w:name w:val="Text104"/>
            <w:enabled/>
            <w:calcOnExit w:val="0"/>
            <w:textInput/>
          </w:ffData>
        </w:fldChar>
      </w:r>
      <w:bookmarkStart w:id="93" w:name="Text104"/>
      <w:r w:rsidR="00C10B0A">
        <w:instrText xml:space="preserve"> FORMTEXT </w:instrText>
      </w:r>
      <w:r w:rsidR="00C91016">
        <w:fldChar w:fldCharType="separate"/>
      </w:r>
      <w:r w:rsidR="001A0DA9">
        <w:t>slaves</w:t>
      </w:r>
      <w:r w:rsidR="00C91016">
        <w:fldChar w:fldCharType="end"/>
      </w:r>
      <w:bookmarkEnd w:id="93"/>
    </w:p>
    <w:p w:rsidR="00C97BE3" w:rsidRDefault="00C97BE3"/>
    <w:p w:rsidR="00C97BE3" w:rsidRDefault="00C97BE3">
      <w:r>
        <w:t xml:space="preserve">3. The South believed slaves were property, but they should be counted as </w:t>
      </w:r>
      <w:bookmarkStart w:id="94" w:name="Text105"/>
      <w:r w:rsidR="00C91016" w:rsidRPr="00C10B0A">
        <w:rPr>
          <w:u w:val="single"/>
        </w:rPr>
        <w:fldChar w:fldCharType="begin">
          <w:ffData>
            <w:name w:val="Text105"/>
            <w:enabled/>
            <w:calcOnExit w:val="0"/>
            <w:textInput/>
          </w:ffData>
        </w:fldChar>
      </w:r>
      <w:r w:rsidR="00C10B0A" w:rsidRPr="00C10B0A">
        <w:rPr>
          <w:u w:val="single"/>
        </w:rPr>
        <w:instrText xml:space="preserve"> FORMTEXT </w:instrText>
      </w:r>
      <w:r w:rsidR="00C91016" w:rsidRPr="00C10B0A">
        <w:rPr>
          <w:u w:val="single"/>
        </w:rPr>
      </w:r>
      <w:r w:rsidR="00C91016" w:rsidRPr="00C10B0A">
        <w:rPr>
          <w:u w:val="single"/>
        </w:rPr>
        <w:fldChar w:fldCharType="separate"/>
      </w:r>
      <w:r w:rsidR="001A0DA9">
        <w:t xml:space="preserve">people </w:t>
      </w:r>
      <w:r w:rsidR="00C91016" w:rsidRPr="00C10B0A">
        <w:rPr>
          <w:u w:val="single"/>
        </w:rPr>
        <w:fldChar w:fldCharType="end"/>
      </w:r>
      <w:bookmarkEnd w:id="94"/>
      <w:r>
        <w:t xml:space="preserve">when determining population.  The North felt slaves should not be counted as people, but they should be counted as </w:t>
      </w:r>
      <w:bookmarkStart w:id="95" w:name="Text106"/>
      <w:r w:rsidR="00C91016" w:rsidRPr="00C10B0A">
        <w:rPr>
          <w:u w:val="single"/>
        </w:rPr>
        <w:fldChar w:fldCharType="begin">
          <w:ffData>
            <w:name w:val="Text106"/>
            <w:enabled/>
            <w:calcOnExit w:val="0"/>
            <w:textInput/>
          </w:ffData>
        </w:fldChar>
      </w:r>
      <w:r w:rsidR="00C10B0A" w:rsidRPr="00C10B0A">
        <w:rPr>
          <w:u w:val="single"/>
        </w:rPr>
        <w:instrText xml:space="preserve"> FORMTEXT </w:instrText>
      </w:r>
      <w:r w:rsidR="00C91016" w:rsidRPr="00C10B0A">
        <w:rPr>
          <w:u w:val="single"/>
        </w:rPr>
      </w:r>
      <w:r w:rsidR="00C91016" w:rsidRPr="00C10B0A">
        <w:rPr>
          <w:u w:val="single"/>
        </w:rPr>
        <w:fldChar w:fldCharType="separate"/>
      </w:r>
      <w:r w:rsidR="001A0DA9">
        <w:t xml:space="preserve">property </w:t>
      </w:r>
      <w:r w:rsidR="00C91016" w:rsidRPr="00C10B0A">
        <w:rPr>
          <w:u w:val="single"/>
        </w:rPr>
        <w:fldChar w:fldCharType="end"/>
      </w:r>
      <w:bookmarkEnd w:id="95"/>
      <w:r>
        <w:t>when figuring taxes.</w:t>
      </w:r>
    </w:p>
    <w:p w:rsidR="00C97BE3" w:rsidRDefault="00C97BE3"/>
    <w:p w:rsidR="00C97BE3" w:rsidRDefault="00C97BE3">
      <w:r>
        <w:t xml:space="preserve">4. After the war, </w:t>
      </w:r>
      <w:bookmarkStart w:id="96" w:name="Text107"/>
      <w:r w:rsidR="00C91016" w:rsidRPr="00C10B0A">
        <w:rPr>
          <w:u w:val="single"/>
        </w:rPr>
        <w:fldChar w:fldCharType="begin">
          <w:ffData>
            <w:name w:val="Text107"/>
            <w:enabled/>
            <w:calcOnExit w:val="0"/>
            <w:textInput/>
          </w:ffData>
        </w:fldChar>
      </w:r>
      <w:r w:rsidR="00C10B0A" w:rsidRPr="00C10B0A">
        <w:rPr>
          <w:u w:val="single"/>
        </w:rPr>
        <w:instrText xml:space="preserve"> FORMTEXT </w:instrText>
      </w:r>
      <w:r w:rsidR="00C91016" w:rsidRPr="00C10B0A">
        <w:rPr>
          <w:u w:val="single"/>
        </w:rPr>
      </w:r>
      <w:r w:rsidR="00C91016" w:rsidRPr="00C10B0A">
        <w:rPr>
          <w:u w:val="single"/>
        </w:rPr>
        <w:fldChar w:fldCharType="separate"/>
      </w:r>
      <w:r w:rsidR="001A0DA9">
        <w:t>anti-slavery</w:t>
      </w:r>
      <w:r w:rsidR="00C91016" w:rsidRPr="00C10B0A">
        <w:rPr>
          <w:u w:val="single"/>
        </w:rPr>
        <w:fldChar w:fldCharType="end"/>
      </w:r>
      <w:bookmarkEnd w:id="96"/>
      <w:r w:rsidR="00C10B0A">
        <w:t xml:space="preserve">  </w:t>
      </w:r>
      <w:bookmarkStart w:id="97" w:name="Text108"/>
      <w:r w:rsidR="00C91016" w:rsidRPr="00C10B0A">
        <w:rPr>
          <w:u w:val="single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C10B0A" w:rsidRPr="00C10B0A">
        <w:rPr>
          <w:u w:val="single"/>
        </w:rPr>
        <w:instrText xml:space="preserve"> FORMTEXT </w:instrText>
      </w:r>
      <w:r w:rsidR="00C91016" w:rsidRPr="00C10B0A">
        <w:rPr>
          <w:u w:val="single"/>
        </w:rPr>
      </w:r>
      <w:r w:rsidR="00C91016" w:rsidRPr="00C10B0A">
        <w:rPr>
          <w:u w:val="single"/>
        </w:rPr>
        <w:fldChar w:fldCharType="separate"/>
      </w:r>
      <w:r w:rsidR="001A0DA9">
        <w:t xml:space="preserve">groups </w:t>
      </w:r>
      <w:r w:rsidR="00C91016" w:rsidRPr="00C10B0A">
        <w:rPr>
          <w:u w:val="single"/>
        </w:rPr>
        <w:fldChar w:fldCharType="end"/>
      </w:r>
      <w:bookmarkEnd w:id="97"/>
      <w:r>
        <w:t>were organized in many states.</w:t>
      </w:r>
    </w:p>
    <w:p w:rsidR="00C97BE3" w:rsidRDefault="00C97BE3"/>
    <w:p w:rsidR="00C97BE3" w:rsidRDefault="00C97BE3">
      <w:r>
        <w:t>5. True or False:  The North began to end slavery after the war.</w:t>
      </w:r>
      <w:r w:rsidR="00C10B0A">
        <w:t xml:space="preserve"> </w:t>
      </w:r>
      <w:r w:rsidR="00C91016" w:rsidRPr="00C97BE3">
        <w:rPr>
          <w:u w:val="single"/>
        </w:rPr>
        <w:fldChar w:fldCharType="begin">
          <w:ffData>
            <w:name w:val="Text109"/>
            <w:enabled/>
            <w:calcOnExit w:val="0"/>
            <w:textInput/>
          </w:ffData>
        </w:fldChar>
      </w:r>
      <w:bookmarkStart w:id="98" w:name="Text109"/>
      <w:r w:rsidR="00C10B0A" w:rsidRPr="00C97BE3">
        <w:rPr>
          <w:u w:val="single"/>
        </w:rPr>
        <w:instrText xml:space="preserve"> FORMTEXT </w:instrText>
      </w:r>
      <w:r w:rsidR="00C91016" w:rsidRPr="00C97BE3">
        <w:rPr>
          <w:u w:val="single"/>
        </w:rPr>
      </w:r>
      <w:r w:rsidR="00C91016" w:rsidRPr="00C97BE3">
        <w:rPr>
          <w:u w:val="single"/>
        </w:rPr>
        <w:fldChar w:fldCharType="separate"/>
      </w:r>
      <w:r w:rsidR="001A0DA9">
        <w:t>true</w:t>
      </w:r>
      <w:r w:rsidR="00C91016" w:rsidRPr="00C97BE3">
        <w:rPr>
          <w:u w:val="single"/>
        </w:rPr>
        <w:fldChar w:fldCharType="end"/>
      </w:r>
      <w:bookmarkEnd w:id="98"/>
    </w:p>
    <w:p w:rsidR="00C97BE3" w:rsidRDefault="00C97BE3">
      <w:pPr>
        <w:pStyle w:val="Heading1"/>
        <w:rPr>
          <w:b w:val="0"/>
          <w:bCs w:val="0"/>
        </w:rPr>
      </w:pPr>
    </w:p>
    <w:p w:rsidR="00C97BE3" w:rsidRDefault="00C97BE3">
      <w:pPr>
        <w:pStyle w:val="Heading1"/>
      </w:pPr>
      <w:r>
        <w:t>Section 8.8</w:t>
      </w:r>
    </w:p>
    <w:p w:rsidR="00C97BE3" w:rsidRDefault="00C97BE3"/>
    <w:p w:rsidR="00C97BE3" w:rsidRDefault="00C97BE3">
      <w:r>
        <w:t xml:space="preserve">1. What compromise was proposed to solve how slaves would be counted? </w:t>
      </w:r>
      <w:r w:rsidR="00C91016">
        <w:fldChar w:fldCharType="begin">
          <w:ffData>
            <w:name w:val="Text110"/>
            <w:enabled/>
            <w:calcOnExit w:val="0"/>
            <w:textInput/>
          </w:ffData>
        </w:fldChar>
      </w:r>
      <w:bookmarkStart w:id="99" w:name="Text110"/>
      <w:r>
        <w:instrText xml:space="preserve"> FORMTEXT </w:instrText>
      </w:r>
      <w:r w:rsidR="00C91016">
        <w:fldChar w:fldCharType="separate"/>
      </w:r>
      <w:r w:rsidR="001A0DA9">
        <w:t>3/5</w:t>
      </w:r>
      <w:r w:rsidR="00C91016">
        <w:fldChar w:fldCharType="end"/>
      </w:r>
      <w:bookmarkEnd w:id="99"/>
    </w:p>
    <w:p w:rsidR="00C97BE3" w:rsidRDefault="00C97BE3"/>
    <w:p w:rsidR="00C97BE3" w:rsidRDefault="00C97BE3">
      <w:r>
        <w:t xml:space="preserve">2. Who proposed the compromise? </w:t>
      </w:r>
      <w:r w:rsidR="00C91016">
        <w:fldChar w:fldCharType="begin">
          <w:ffData>
            <w:name w:val="Text111"/>
            <w:enabled/>
            <w:calcOnExit w:val="0"/>
            <w:textInput/>
          </w:ffData>
        </w:fldChar>
      </w:r>
      <w:bookmarkStart w:id="100" w:name="Text111"/>
      <w:r>
        <w:instrText xml:space="preserve"> FORMTEXT </w:instrText>
      </w:r>
      <w:r w:rsidR="00C91016">
        <w:fldChar w:fldCharType="separate"/>
      </w:r>
      <w:r w:rsidR="001A0DA9">
        <w:t>James Madison</w:t>
      </w:r>
      <w:r w:rsidR="00C91016">
        <w:fldChar w:fldCharType="end"/>
      </w:r>
      <w:bookmarkEnd w:id="100"/>
    </w:p>
    <w:p w:rsidR="00C97BE3" w:rsidRDefault="00C97BE3"/>
    <w:p w:rsidR="00C97BE3" w:rsidRDefault="00C97BE3">
      <w:r>
        <w:t xml:space="preserve">3. Another question about </w:t>
      </w:r>
      <w:bookmarkStart w:id="101" w:name="Text112"/>
      <w:r w:rsidR="00C91016" w:rsidRPr="00C97BE3">
        <w:rPr>
          <w:u w:val="single"/>
        </w:rPr>
        <w:fldChar w:fldCharType="begin">
          <w:ffData>
            <w:name w:val="Text112"/>
            <w:enabled/>
            <w:calcOnExit w:val="0"/>
            <w:textInput/>
          </w:ffData>
        </w:fldChar>
      </w:r>
      <w:r w:rsidRPr="00C97BE3">
        <w:rPr>
          <w:u w:val="single"/>
        </w:rPr>
        <w:instrText xml:space="preserve"> FORMTEXT </w:instrText>
      </w:r>
      <w:r w:rsidR="00C91016" w:rsidRPr="00C97BE3">
        <w:rPr>
          <w:u w:val="single"/>
        </w:rPr>
      </w:r>
      <w:r w:rsidR="00C91016" w:rsidRPr="00C97BE3">
        <w:rPr>
          <w:u w:val="single"/>
        </w:rPr>
        <w:fldChar w:fldCharType="separate"/>
      </w:r>
      <w:r w:rsidR="001A0DA9">
        <w:t xml:space="preserve">slavery </w:t>
      </w:r>
      <w:r w:rsidR="00C91016" w:rsidRPr="00C97BE3">
        <w:rPr>
          <w:u w:val="single"/>
        </w:rPr>
        <w:fldChar w:fldCharType="end"/>
      </w:r>
      <w:bookmarkEnd w:id="101"/>
      <w:r>
        <w:t xml:space="preserve">was raised by a dispute over </w:t>
      </w:r>
      <w:bookmarkStart w:id="102" w:name="Text113"/>
      <w:r w:rsidR="00C91016" w:rsidRPr="00C97BE3">
        <w:rPr>
          <w:u w:val="single"/>
        </w:rPr>
        <w:fldChar w:fldCharType="begin">
          <w:ffData>
            <w:name w:val="Text113"/>
            <w:enabled/>
            <w:calcOnExit w:val="0"/>
            <w:textInput/>
          </w:ffData>
        </w:fldChar>
      </w:r>
      <w:r w:rsidRPr="00C97BE3">
        <w:rPr>
          <w:u w:val="single"/>
        </w:rPr>
        <w:instrText xml:space="preserve"> FORMTEXT </w:instrText>
      </w:r>
      <w:r w:rsidR="00C91016" w:rsidRPr="00C97BE3">
        <w:rPr>
          <w:u w:val="single"/>
        </w:rPr>
      </w:r>
      <w:r w:rsidR="00C91016" w:rsidRPr="00C97BE3">
        <w:rPr>
          <w:u w:val="single"/>
        </w:rPr>
        <w:fldChar w:fldCharType="separate"/>
      </w:r>
      <w:r w:rsidR="001A0DA9">
        <w:t>trade</w:t>
      </w:r>
      <w:r w:rsidR="00C91016" w:rsidRPr="00C97BE3">
        <w:rPr>
          <w:u w:val="single"/>
        </w:rPr>
        <w:fldChar w:fldCharType="end"/>
      </w:r>
      <w:bookmarkEnd w:id="102"/>
      <w:r>
        <w:t>.</w:t>
      </w:r>
    </w:p>
    <w:p w:rsidR="00C97BE3" w:rsidRDefault="00C97BE3"/>
    <w:p w:rsidR="00C97BE3" w:rsidRDefault="00C97BE3">
      <w:r>
        <w:t xml:space="preserve">4. Who favored giving Congress control of trade? </w:t>
      </w:r>
      <w:r w:rsidR="00C91016">
        <w:fldChar w:fldCharType="begin">
          <w:ffData>
            <w:name w:val="Text114"/>
            <w:enabled/>
            <w:calcOnExit w:val="0"/>
            <w:textInput/>
          </w:ffData>
        </w:fldChar>
      </w:r>
      <w:bookmarkStart w:id="103" w:name="Text114"/>
      <w:r>
        <w:instrText xml:space="preserve"> FORMTEXT </w:instrText>
      </w:r>
      <w:r w:rsidR="00C91016">
        <w:fldChar w:fldCharType="separate"/>
      </w:r>
      <w:r w:rsidR="001A0DA9">
        <w:t>North</w:t>
      </w:r>
      <w:r w:rsidR="00C91016">
        <w:fldChar w:fldCharType="end"/>
      </w:r>
      <w:bookmarkEnd w:id="103"/>
    </w:p>
    <w:p w:rsidR="00C97BE3" w:rsidRDefault="00C97BE3"/>
    <w:p w:rsidR="00C97BE3" w:rsidRDefault="00C97BE3">
      <w:r>
        <w:t xml:space="preserve">5. What was the South afraid of? </w:t>
      </w:r>
      <w:r w:rsidR="00C91016">
        <w:fldChar w:fldCharType="begin">
          <w:ffData>
            <w:name w:val="Text115"/>
            <w:enabled/>
            <w:calcOnExit w:val="0"/>
            <w:textInput/>
          </w:ffData>
        </w:fldChar>
      </w:r>
      <w:bookmarkStart w:id="104" w:name="Text115"/>
      <w:r>
        <w:instrText xml:space="preserve"> FORMTEXT </w:instrText>
      </w:r>
      <w:r w:rsidR="00C91016">
        <w:fldChar w:fldCharType="separate"/>
      </w:r>
      <w:r w:rsidR="001A0DA9">
        <w:t>Taxes on exports and the ending of the slave-trade.</w:t>
      </w:r>
      <w:r w:rsidR="00C91016">
        <w:fldChar w:fldCharType="end"/>
      </w:r>
      <w:bookmarkEnd w:id="104"/>
    </w:p>
    <w:p w:rsidR="00C97BE3" w:rsidRDefault="00C97BE3"/>
    <w:p w:rsidR="00C97BE3" w:rsidRDefault="00C97BE3">
      <w:r>
        <w:t xml:space="preserve">6. Explain the trade compromise. </w:t>
      </w:r>
      <w:r w:rsidR="00C91016">
        <w:fldChar w:fldCharType="begin">
          <w:ffData>
            <w:name w:val="Text116"/>
            <w:enabled/>
            <w:calcOnExit w:val="0"/>
            <w:textInput/>
          </w:ffData>
        </w:fldChar>
      </w:r>
      <w:bookmarkStart w:id="105" w:name="Text116"/>
      <w:r>
        <w:instrText xml:space="preserve"> FORMTEXT </w:instrText>
      </w:r>
      <w:r w:rsidR="00C91016">
        <w:fldChar w:fldCharType="separate"/>
      </w:r>
      <w:r w:rsidR="001A0DA9">
        <w:t>Congress could control trade but could not tax exports</w:t>
      </w:r>
      <w:r w:rsidR="000F11F9">
        <w:t>,</w:t>
      </w:r>
      <w:r w:rsidR="001A0DA9">
        <w:t xml:space="preserve"> nor </w:t>
      </w:r>
      <w:r w:rsidR="000F11F9">
        <w:t xml:space="preserve">could they </w:t>
      </w:r>
      <w:r w:rsidR="001A0DA9">
        <w:t>interfere</w:t>
      </w:r>
      <w:r w:rsidR="000F11F9">
        <w:t xml:space="preserve"> with the slave trade for 20 years</w:t>
      </w:r>
      <w:r w:rsidR="00C91016">
        <w:fldChar w:fldCharType="end"/>
      </w:r>
      <w:bookmarkEnd w:id="105"/>
    </w:p>
    <w:p w:rsidR="00C97BE3" w:rsidRDefault="00C97BE3"/>
    <w:p w:rsidR="00C97BE3" w:rsidRDefault="00C97BE3"/>
    <w:p w:rsidR="00C97BE3" w:rsidRDefault="00C97BE3">
      <w:pPr>
        <w:pStyle w:val="Heading1"/>
      </w:pPr>
      <w:r>
        <w:t>Section 8.9</w:t>
      </w:r>
    </w:p>
    <w:p w:rsidR="00C97BE3" w:rsidRDefault="00C97BE3"/>
    <w:p w:rsidR="00C97BE3" w:rsidRDefault="00C97BE3">
      <w:r>
        <w:t xml:space="preserve">1. What was the main dispute involving a chief executive? </w:t>
      </w:r>
      <w:r w:rsidR="00C91016">
        <w:fldChar w:fldCharType="begin">
          <w:ffData>
            <w:name w:val="Text117"/>
            <w:enabled/>
            <w:calcOnExit w:val="0"/>
            <w:textInput/>
          </w:ffData>
        </w:fldChar>
      </w:r>
      <w:bookmarkStart w:id="106" w:name="Text117"/>
      <w:r>
        <w:instrText xml:space="preserve"> FORMTEXT </w:instrText>
      </w:r>
      <w:r w:rsidR="00C91016">
        <w:fldChar w:fldCharType="separate"/>
      </w:r>
      <w:proofErr w:type="gramStart"/>
      <w:r w:rsidR="000F11F9">
        <w:t>Should there be one or three.</w:t>
      </w:r>
      <w:proofErr w:type="gramEnd"/>
      <w:r w:rsidR="00C91016">
        <w:fldChar w:fldCharType="end"/>
      </w:r>
      <w:bookmarkEnd w:id="106"/>
      <w:r>
        <w:t xml:space="preserve"> What was decided? </w:t>
      </w:r>
      <w:r w:rsidR="00C91016">
        <w:fldChar w:fldCharType="begin">
          <w:ffData>
            <w:name w:val="Text118"/>
            <w:enabled/>
            <w:calcOnExit w:val="0"/>
            <w:textInput/>
          </w:ffData>
        </w:fldChar>
      </w:r>
      <w:bookmarkStart w:id="107" w:name="Text118"/>
      <w:r>
        <w:instrText xml:space="preserve"> FORMTEXT </w:instrText>
      </w:r>
      <w:r w:rsidR="00C91016">
        <w:fldChar w:fldCharType="separate"/>
      </w:r>
      <w:r w:rsidR="000F11F9">
        <w:t>one</w:t>
      </w:r>
      <w:r w:rsidR="00C91016">
        <w:fldChar w:fldCharType="end"/>
      </w:r>
      <w:bookmarkEnd w:id="107"/>
    </w:p>
    <w:p w:rsidR="00C97BE3" w:rsidRDefault="00C97BE3"/>
    <w:p w:rsidR="00C97BE3" w:rsidRDefault="00C97BE3">
      <w:r>
        <w:lastRenderedPageBreak/>
        <w:t xml:space="preserve">2. What would the chief executive be called? </w:t>
      </w:r>
      <w:r w:rsidR="00C91016">
        <w:fldChar w:fldCharType="begin">
          <w:ffData>
            <w:name w:val="Text119"/>
            <w:enabled/>
            <w:calcOnExit w:val="0"/>
            <w:textInput/>
          </w:ffData>
        </w:fldChar>
      </w:r>
      <w:bookmarkStart w:id="108" w:name="Text119"/>
      <w:r>
        <w:instrText xml:space="preserve"> FORMTEXT </w:instrText>
      </w:r>
      <w:r w:rsidR="00C91016">
        <w:fldChar w:fldCharType="separate"/>
      </w:r>
      <w:r w:rsidR="000F11F9">
        <w:t>President</w:t>
      </w:r>
      <w:r w:rsidR="00C91016">
        <w:fldChar w:fldCharType="end"/>
      </w:r>
      <w:bookmarkEnd w:id="108"/>
    </w:p>
    <w:p w:rsidR="00C97BE3" w:rsidRDefault="00C97BE3"/>
    <w:p w:rsidR="00C97BE3" w:rsidRDefault="00C97BE3">
      <w:r>
        <w:t xml:space="preserve">3. How did the Congress keep the leader from becoming too kinglike? </w:t>
      </w:r>
      <w:r w:rsidR="00C91016">
        <w:fldChar w:fldCharType="begin">
          <w:ffData>
            <w:name w:val="Text120"/>
            <w:enabled/>
            <w:calcOnExit w:val="0"/>
            <w:textInput/>
          </w:ffData>
        </w:fldChar>
      </w:r>
      <w:bookmarkStart w:id="109" w:name="Text120"/>
      <w:r>
        <w:instrText xml:space="preserve"> FORMTEXT </w:instrText>
      </w:r>
      <w:r w:rsidR="00C91016">
        <w:fldChar w:fldCharType="separate"/>
      </w:r>
      <w:r w:rsidR="000F11F9">
        <w:t>limit to a four-year term of office</w:t>
      </w:r>
      <w:r w:rsidR="00C91016">
        <w:fldChar w:fldCharType="end"/>
      </w:r>
      <w:bookmarkEnd w:id="109"/>
    </w:p>
    <w:p w:rsidR="00C97BE3" w:rsidRDefault="00C97BE3"/>
    <w:p w:rsidR="00C97BE3" w:rsidRDefault="00C97BE3">
      <w:r>
        <w:t xml:space="preserve">4. What was the main dispute involving electing the President? </w:t>
      </w:r>
      <w:r w:rsidR="00C91016">
        <w:fldChar w:fldCharType="begin">
          <w:ffData>
            <w:name w:val="Text121"/>
            <w:enabled/>
            <w:calcOnExit w:val="0"/>
            <w:textInput/>
          </w:ffData>
        </w:fldChar>
      </w:r>
      <w:bookmarkStart w:id="110" w:name="Text121"/>
      <w:r>
        <w:instrText xml:space="preserve"> FORMTEXT </w:instrText>
      </w:r>
      <w:r w:rsidR="00C91016">
        <w:fldChar w:fldCharType="separate"/>
      </w:r>
      <w:r w:rsidR="000F11F9">
        <w:t>Should Congress appoint the president, should the people elect the president, or should a special group of electors pick the president.</w:t>
      </w:r>
      <w:r w:rsidR="00C91016">
        <w:fldChar w:fldCharType="end"/>
      </w:r>
      <w:bookmarkEnd w:id="110"/>
    </w:p>
    <w:p w:rsidR="00C97BE3" w:rsidRDefault="00C97BE3"/>
    <w:p w:rsidR="00C97BE3" w:rsidRDefault="00C97BE3"/>
    <w:p w:rsidR="00C97BE3" w:rsidRDefault="00C97BE3">
      <w:pPr>
        <w:pStyle w:val="Heading1"/>
      </w:pPr>
      <w:r>
        <w:t>Section 8.10</w:t>
      </w:r>
    </w:p>
    <w:p w:rsidR="00C97BE3" w:rsidRDefault="00C97BE3"/>
    <w:p w:rsidR="00C97BE3" w:rsidRDefault="00C97BE3">
      <w:r>
        <w:t xml:space="preserve">1. </w:t>
      </w:r>
      <w:r w:rsidR="00B873D0">
        <w:t>What is the</w:t>
      </w:r>
      <w:r>
        <w:t xml:space="preserve"> Elector</w:t>
      </w:r>
      <w:r w:rsidR="00B873D0">
        <w:t>al College?</w:t>
      </w:r>
      <w:r>
        <w:t xml:space="preserve"> </w:t>
      </w:r>
      <w:r w:rsidR="00C91016">
        <w:fldChar w:fldCharType="begin">
          <w:ffData>
            <w:name w:val="Text122"/>
            <w:enabled/>
            <w:calcOnExit w:val="0"/>
            <w:textInput/>
          </w:ffData>
        </w:fldChar>
      </w:r>
      <w:bookmarkStart w:id="111" w:name="Text122"/>
      <w:r>
        <w:instrText xml:space="preserve"> FORMTEXT </w:instrText>
      </w:r>
      <w:r w:rsidR="00C91016">
        <w:fldChar w:fldCharType="separate"/>
      </w:r>
      <w:r w:rsidR="000F11F9">
        <w:t>The group established to elect the President and Vice-President of the United States of America.</w:t>
      </w:r>
      <w:r w:rsidR="00C91016">
        <w:fldChar w:fldCharType="end"/>
      </w:r>
      <w:bookmarkEnd w:id="111"/>
    </w:p>
    <w:p w:rsidR="00C97BE3" w:rsidRDefault="00C97BE3"/>
    <w:p w:rsidR="00C97BE3" w:rsidRDefault="00C97BE3">
      <w:r>
        <w:t xml:space="preserve">2. Electors from each state equal the number of </w:t>
      </w:r>
      <w:bookmarkStart w:id="112" w:name="Text123"/>
      <w:r w:rsidR="00C91016" w:rsidRPr="00C97BE3">
        <w:rPr>
          <w:u w:val="single"/>
        </w:rPr>
        <w:fldChar w:fldCharType="begin">
          <w:ffData>
            <w:name w:val="Text123"/>
            <w:enabled/>
            <w:calcOnExit w:val="0"/>
            <w:textInput/>
          </w:ffData>
        </w:fldChar>
      </w:r>
      <w:r w:rsidRPr="00C97BE3">
        <w:rPr>
          <w:u w:val="single"/>
        </w:rPr>
        <w:instrText xml:space="preserve"> FORMTEXT </w:instrText>
      </w:r>
      <w:r w:rsidR="00C91016" w:rsidRPr="00C97BE3">
        <w:rPr>
          <w:u w:val="single"/>
        </w:rPr>
      </w:r>
      <w:r w:rsidR="00C91016" w:rsidRPr="00C97BE3">
        <w:rPr>
          <w:u w:val="single"/>
        </w:rPr>
        <w:fldChar w:fldCharType="separate"/>
      </w:r>
      <w:r w:rsidR="000F11F9">
        <w:t xml:space="preserve">senators </w:t>
      </w:r>
      <w:r w:rsidR="00C91016" w:rsidRPr="00C97BE3">
        <w:rPr>
          <w:u w:val="single"/>
        </w:rPr>
        <w:fldChar w:fldCharType="end"/>
      </w:r>
      <w:bookmarkEnd w:id="112"/>
      <w:r>
        <w:t xml:space="preserve">and </w:t>
      </w:r>
      <w:bookmarkStart w:id="113" w:name="Text124"/>
      <w:r w:rsidR="00C91016" w:rsidRPr="00C97BE3">
        <w:rPr>
          <w:u w:val="single"/>
        </w:rPr>
        <w:fldChar w:fldCharType="begin">
          <w:ffData>
            <w:name w:val="Text124"/>
            <w:enabled/>
            <w:calcOnExit w:val="0"/>
            <w:textInput/>
          </w:ffData>
        </w:fldChar>
      </w:r>
      <w:r w:rsidRPr="00C97BE3">
        <w:rPr>
          <w:u w:val="single"/>
        </w:rPr>
        <w:instrText xml:space="preserve"> FORMTEXT </w:instrText>
      </w:r>
      <w:r w:rsidR="00C91016" w:rsidRPr="00C97BE3">
        <w:rPr>
          <w:u w:val="single"/>
        </w:rPr>
      </w:r>
      <w:r w:rsidR="00C91016" w:rsidRPr="00C97BE3">
        <w:rPr>
          <w:u w:val="single"/>
        </w:rPr>
        <w:fldChar w:fldCharType="separate"/>
      </w:r>
      <w:r w:rsidR="000F11F9">
        <w:t xml:space="preserve">representatives </w:t>
      </w:r>
      <w:r w:rsidR="00C91016" w:rsidRPr="00C97BE3">
        <w:rPr>
          <w:u w:val="single"/>
        </w:rPr>
        <w:fldChar w:fldCharType="end"/>
      </w:r>
      <w:bookmarkEnd w:id="113"/>
      <w:r>
        <w:t>it sends to Congress.</w:t>
      </w:r>
    </w:p>
    <w:p w:rsidR="00C97BE3" w:rsidRDefault="00C97BE3"/>
    <w:p w:rsidR="00C97BE3" w:rsidRDefault="00C97BE3">
      <w:r>
        <w:t xml:space="preserve">3. Originally, who chose the electors? </w:t>
      </w:r>
      <w:r w:rsidR="00C91016">
        <w:fldChar w:fldCharType="begin">
          <w:ffData>
            <w:name w:val="Text143"/>
            <w:enabled/>
            <w:calcOnExit w:val="0"/>
            <w:textInput/>
          </w:ffData>
        </w:fldChar>
      </w:r>
      <w:bookmarkStart w:id="114" w:name="Text143"/>
      <w:r w:rsidR="007A39FB">
        <w:instrText xml:space="preserve"> FORMTEXT </w:instrText>
      </w:r>
      <w:r w:rsidR="00C91016">
        <w:fldChar w:fldCharType="separate"/>
      </w:r>
      <w:proofErr w:type="gramStart"/>
      <w:r w:rsidR="000F11F9">
        <w:t>state</w:t>
      </w:r>
      <w:proofErr w:type="gramEnd"/>
      <w:r w:rsidR="000F11F9">
        <w:t xml:space="preserve"> legislatures</w:t>
      </w:r>
      <w:r w:rsidR="00C91016">
        <w:fldChar w:fldCharType="end"/>
      </w:r>
      <w:bookmarkEnd w:id="114"/>
      <w:r>
        <w:t xml:space="preserve"> Now, who chooses them? </w:t>
      </w:r>
      <w:r w:rsidR="00C91016">
        <w:fldChar w:fldCharType="begin">
          <w:ffData>
            <w:name w:val="Text125"/>
            <w:enabled/>
            <w:calcOnExit w:val="0"/>
            <w:textInput/>
          </w:ffData>
        </w:fldChar>
      </w:r>
      <w:bookmarkStart w:id="115" w:name="Text125"/>
      <w:r>
        <w:instrText xml:space="preserve"> FORMTEXT </w:instrText>
      </w:r>
      <w:r w:rsidR="00C91016">
        <w:fldChar w:fldCharType="separate"/>
      </w:r>
      <w:r w:rsidR="000F11F9">
        <w:t>the people</w:t>
      </w:r>
      <w:r w:rsidR="00C91016">
        <w:fldChar w:fldCharType="end"/>
      </w:r>
      <w:bookmarkEnd w:id="115"/>
    </w:p>
    <w:p w:rsidR="00C97BE3" w:rsidRDefault="00C97BE3"/>
    <w:p w:rsidR="00C97BE3" w:rsidRDefault="00C97BE3"/>
    <w:p w:rsidR="00C97BE3" w:rsidRDefault="00C97BE3">
      <w:pPr>
        <w:pStyle w:val="Heading1"/>
      </w:pPr>
      <w:r>
        <w:t>Section 8.11</w:t>
      </w:r>
    </w:p>
    <w:p w:rsidR="00C97BE3" w:rsidRDefault="00C97BE3"/>
    <w:p w:rsidR="00C97BE3" w:rsidRDefault="00C97BE3">
      <w:r>
        <w:t xml:space="preserve">1. To formally approve a plan or an agreement is called </w:t>
      </w:r>
      <w:bookmarkStart w:id="116" w:name="Text126"/>
      <w:r w:rsidR="00C91016" w:rsidRPr="00C97BE3">
        <w:rPr>
          <w:u w:val="single"/>
        </w:rPr>
        <w:fldChar w:fldCharType="begin">
          <w:ffData>
            <w:name w:val="Text126"/>
            <w:enabled/>
            <w:calcOnExit w:val="0"/>
            <w:textInput/>
          </w:ffData>
        </w:fldChar>
      </w:r>
      <w:r w:rsidRPr="00C97BE3">
        <w:rPr>
          <w:u w:val="single"/>
        </w:rPr>
        <w:instrText xml:space="preserve"> FORMTEXT </w:instrText>
      </w:r>
      <w:r w:rsidR="00C91016" w:rsidRPr="00C97BE3">
        <w:rPr>
          <w:u w:val="single"/>
        </w:rPr>
      </w:r>
      <w:r w:rsidR="00C91016" w:rsidRPr="00C97BE3">
        <w:rPr>
          <w:u w:val="single"/>
        </w:rPr>
        <w:fldChar w:fldCharType="separate"/>
      </w:r>
      <w:r w:rsidR="000F11F9">
        <w:t>ratify</w:t>
      </w:r>
      <w:r w:rsidR="00C91016" w:rsidRPr="00C97BE3">
        <w:rPr>
          <w:u w:val="single"/>
        </w:rPr>
        <w:fldChar w:fldCharType="end"/>
      </w:r>
      <w:bookmarkEnd w:id="116"/>
      <w:r>
        <w:t xml:space="preserve">.  The process of approval is called </w:t>
      </w:r>
      <w:bookmarkStart w:id="117" w:name="Text127"/>
      <w:r w:rsidR="00C91016" w:rsidRPr="00C97BE3">
        <w:rPr>
          <w:u w:val="single"/>
        </w:rPr>
        <w:fldChar w:fldCharType="begin">
          <w:ffData>
            <w:name w:val="Text127"/>
            <w:enabled/>
            <w:calcOnExit w:val="0"/>
            <w:textInput/>
          </w:ffData>
        </w:fldChar>
      </w:r>
      <w:r w:rsidRPr="00C97BE3">
        <w:rPr>
          <w:u w:val="single"/>
        </w:rPr>
        <w:instrText xml:space="preserve"> FORMTEXT </w:instrText>
      </w:r>
      <w:r w:rsidR="00C91016" w:rsidRPr="00C97BE3">
        <w:rPr>
          <w:u w:val="single"/>
        </w:rPr>
      </w:r>
      <w:r w:rsidR="00C91016" w:rsidRPr="00C97BE3">
        <w:rPr>
          <w:u w:val="single"/>
        </w:rPr>
        <w:fldChar w:fldCharType="separate"/>
      </w:r>
      <w:r w:rsidR="000F11F9">
        <w:t>ratification</w:t>
      </w:r>
      <w:r w:rsidR="00C91016" w:rsidRPr="00C97BE3">
        <w:rPr>
          <w:u w:val="single"/>
        </w:rPr>
        <w:fldChar w:fldCharType="end"/>
      </w:r>
      <w:bookmarkEnd w:id="117"/>
      <w:r>
        <w:t>.</w:t>
      </w:r>
    </w:p>
    <w:p w:rsidR="00C97BE3" w:rsidRDefault="00C97BE3"/>
    <w:p w:rsidR="00C97BE3" w:rsidRDefault="00C97BE3">
      <w:r>
        <w:t xml:space="preserve">2. What fraction of the states was needed to ratify the Constitution? </w:t>
      </w:r>
      <w:r w:rsidR="00C91016">
        <w:fldChar w:fldCharType="begin">
          <w:ffData>
            <w:name w:val="Text128"/>
            <w:enabled/>
            <w:calcOnExit w:val="0"/>
            <w:textInput/>
          </w:ffData>
        </w:fldChar>
      </w:r>
      <w:bookmarkStart w:id="118" w:name="Text128"/>
      <w:r>
        <w:instrText xml:space="preserve"> FORMTEXT </w:instrText>
      </w:r>
      <w:r w:rsidR="00C91016">
        <w:fldChar w:fldCharType="separate"/>
      </w:r>
      <w:r w:rsidR="000F11F9">
        <w:t>9/13</w:t>
      </w:r>
      <w:r w:rsidR="00C91016">
        <w:fldChar w:fldCharType="end"/>
      </w:r>
      <w:bookmarkEnd w:id="118"/>
    </w:p>
    <w:p w:rsidR="00C97BE3" w:rsidRDefault="00C97BE3"/>
    <w:p w:rsidR="00C97BE3" w:rsidRDefault="00C97BE3">
      <w:r>
        <w:t xml:space="preserve">3. How would the Constitution be ratified? </w:t>
      </w:r>
      <w:r w:rsidR="00C91016">
        <w:fldChar w:fldCharType="begin">
          <w:ffData>
            <w:name w:val="Text129"/>
            <w:enabled/>
            <w:calcOnExit w:val="0"/>
            <w:textInput/>
          </w:ffData>
        </w:fldChar>
      </w:r>
      <w:bookmarkStart w:id="119" w:name="Text129"/>
      <w:r>
        <w:instrText xml:space="preserve"> FORMTEXT </w:instrText>
      </w:r>
      <w:r w:rsidR="00C91016">
        <w:fldChar w:fldCharType="separate"/>
      </w:r>
      <w:r w:rsidR="000F11F9">
        <w:t>By special conventions in each of the states.</w:t>
      </w:r>
      <w:r w:rsidR="00C91016">
        <w:fldChar w:fldCharType="end"/>
      </w:r>
      <w:bookmarkEnd w:id="119"/>
    </w:p>
    <w:p w:rsidR="00C97BE3" w:rsidRDefault="00C97BE3"/>
    <w:p w:rsidR="00C97BE3" w:rsidRDefault="00C97BE3">
      <w:r>
        <w:t xml:space="preserve">4. On what date did the delegates declare the Constitution complete? </w:t>
      </w:r>
      <w:r w:rsidR="00C91016">
        <w:fldChar w:fldCharType="begin">
          <w:ffData>
            <w:name w:val="Text130"/>
            <w:enabled/>
            <w:calcOnExit w:val="0"/>
            <w:textInput/>
          </w:ffData>
        </w:fldChar>
      </w:r>
      <w:bookmarkStart w:id="120" w:name="Text130"/>
      <w:r>
        <w:instrText xml:space="preserve"> FORMTEXT </w:instrText>
      </w:r>
      <w:r w:rsidR="00C91016">
        <w:fldChar w:fldCharType="separate"/>
      </w:r>
      <w:r w:rsidR="000F11F9">
        <w:t>Sept. 17, 1787</w:t>
      </w:r>
      <w:r w:rsidR="00C91016">
        <w:fldChar w:fldCharType="end"/>
      </w:r>
      <w:bookmarkEnd w:id="120"/>
    </w:p>
    <w:p w:rsidR="00C97BE3" w:rsidRDefault="00C97BE3"/>
    <w:p w:rsidR="00C97BE3" w:rsidRDefault="00C97BE3">
      <w:r>
        <w:t xml:space="preserve">5. How many of the 55 delegates signed the Constitution? </w:t>
      </w:r>
      <w:r w:rsidR="00C91016">
        <w:fldChar w:fldCharType="begin">
          <w:ffData>
            <w:name w:val="Text131"/>
            <w:enabled/>
            <w:calcOnExit w:val="0"/>
            <w:textInput/>
          </w:ffData>
        </w:fldChar>
      </w:r>
      <w:bookmarkStart w:id="121" w:name="Text131"/>
      <w:r>
        <w:instrText xml:space="preserve"> FORMTEXT </w:instrText>
      </w:r>
      <w:r w:rsidR="00C91016">
        <w:fldChar w:fldCharType="separate"/>
      </w:r>
      <w:r w:rsidR="000F11F9">
        <w:t>38</w:t>
      </w:r>
      <w:r w:rsidR="00C91016">
        <w:fldChar w:fldCharType="end"/>
      </w:r>
      <w:bookmarkEnd w:id="121"/>
    </w:p>
    <w:p w:rsidR="00C97BE3" w:rsidRDefault="00C97BE3"/>
    <w:p w:rsidR="00C97BE3" w:rsidRDefault="00C97BE3">
      <w:r>
        <w:t xml:space="preserve">6. What three important delegates who stayed did not sign the Constitution? </w:t>
      </w:r>
      <w:r w:rsidR="00C91016">
        <w:fldChar w:fldCharType="begin">
          <w:ffData>
            <w:name w:val="Text132"/>
            <w:enabled/>
            <w:calcOnExit w:val="0"/>
            <w:textInput/>
          </w:ffData>
        </w:fldChar>
      </w:r>
      <w:bookmarkStart w:id="122" w:name="Text132"/>
      <w:r>
        <w:instrText xml:space="preserve"> FORMTEXT </w:instrText>
      </w:r>
      <w:r w:rsidR="00C91016">
        <w:fldChar w:fldCharType="separate"/>
      </w:r>
      <w:r w:rsidR="000F11F9">
        <w:t>Edmund Randolph, Geo. Mason, Elbridge Gerry</w:t>
      </w:r>
      <w:r w:rsidR="00C91016">
        <w:fldChar w:fldCharType="end"/>
      </w:r>
      <w:bookmarkEnd w:id="122"/>
    </w:p>
    <w:p w:rsidR="00C97BE3" w:rsidRDefault="00C97BE3"/>
    <w:p w:rsidR="00C97BE3" w:rsidRDefault="00C97BE3"/>
    <w:p w:rsidR="00C97BE3" w:rsidRDefault="00C97BE3">
      <w:pPr>
        <w:pStyle w:val="Heading1"/>
      </w:pPr>
      <w:r>
        <w:t>Section 8.12</w:t>
      </w:r>
    </w:p>
    <w:p w:rsidR="00C97BE3" w:rsidRDefault="00C97BE3"/>
    <w:p w:rsidR="00C97BE3" w:rsidRDefault="00C97BE3">
      <w:r>
        <w:t xml:space="preserve">1. What is a “federal” system of government? </w:t>
      </w:r>
      <w:r w:rsidR="00C91016">
        <w:fldChar w:fldCharType="begin">
          <w:ffData>
            <w:name w:val="Text133"/>
            <w:enabled/>
            <w:calcOnExit w:val="0"/>
            <w:textInput/>
          </w:ffData>
        </w:fldChar>
      </w:r>
      <w:bookmarkStart w:id="123" w:name="Text133"/>
      <w:r>
        <w:instrText xml:space="preserve"> FORMTEXT </w:instrText>
      </w:r>
      <w:r w:rsidR="00C91016">
        <w:fldChar w:fldCharType="separate"/>
      </w:r>
      <w:r w:rsidR="000F11F9">
        <w:t>A strong national government that shares power with the states.</w:t>
      </w:r>
      <w:r w:rsidR="00C91016">
        <w:fldChar w:fldCharType="end"/>
      </w:r>
      <w:bookmarkEnd w:id="123"/>
    </w:p>
    <w:p w:rsidR="00C97BE3" w:rsidRDefault="00C97BE3"/>
    <w:p w:rsidR="00C97BE3" w:rsidRDefault="00C97BE3">
      <w:r>
        <w:t xml:space="preserve">2. The supporters of the Constitution called themselves </w:t>
      </w:r>
      <w:bookmarkStart w:id="124" w:name="Text134"/>
      <w:r w:rsidR="00C91016" w:rsidRPr="00C97BE3">
        <w:rPr>
          <w:u w:val="single"/>
        </w:rPr>
        <w:fldChar w:fldCharType="begin">
          <w:ffData>
            <w:name w:val="Text134"/>
            <w:enabled/>
            <w:calcOnExit w:val="0"/>
            <w:textInput/>
          </w:ffData>
        </w:fldChar>
      </w:r>
      <w:r w:rsidRPr="00C97BE3">
        <w:rPr>
          <w:u w:val="single"/>
        </w:rPr>
        <w:instrText xml:space="preserve"> FORMTEXT </w:instrText>
      </w:r>
      <w:r w:rsidR="00C91016" w:rsidRPr="00C97BE3">
        <w:rPr>
          <w:u w:val="single"/>
        </w:rPr>
      </w:r>
      <w:r w:rsidR="00C91016" w:rsidRPr="00C97BE3">
        <w:rPr>
          <w:u w:val="single"/>
        </w:rPr>
        <w:fldChar w:fldCharType="separate"/>
      </w:r>
      <w:r w:rsidR="000F11F9">
        <w:t>Federalists</w:t>
      </w:r>
      <w:r w:rsidR="00C91016" w:rsidRPr="00C97BE3">
        <w:rPr>
          <w:u w:val="single"/>
        </w:rPr>
        <w:fldChar w:fldCharType="end"/>
      </w:r>
      <w:bookmarkEnd w:id="124"/>
      <w:r>
        <w:t>.</w:t>
      </w:r>
    </w:p>
    <w:p w:rsidR="00C97BE3" w:rsidRDefault="00C97BE3"/>
    <w:p w:rsidR="00C97BE3" w:rsidRDefault="00C97BE3">
      <w:r>
        <w:lastRenderedPageBreak/>
        <w:t xml:space="preserve">3. What is a republic? </w:t>
      </w:r>
      <w:r w:rsidR="00C91016">
        <w:fldChar w:fldCharType="begin">
          <w:ffData>
            <w:name w:val="Text135"/>
            <w:enabled/>
            <w:calcOnExit w:val="0"/>
            <w:textInput/>
          </w:ffData>
        </w:fldChar>
      </w:r>
      <w:bookmarkStart w:id="125" w:name="Text135"/>
      <w:r>
        <w:instrText xml:space="preserve"> FORMTEXT </w:instrText>
      </w:r>
      <w:r w:rsidR="00C91016">
        <w:fldChar w:fldCharType="separate"/>
      </w:r>
      <w:r w:rsidR="000F11F9">
        <w:t>A country governed by elected representatives.</w:t>
      </w:r>
      <w:r w:rsidR="00C91016">
        <w:fldChar w:fldCharType="end"/>
      </w:r>
      <w:bookmarkEnd w:id="125"/>
    </w:p>
    <w:p w:rsidR="00C97BE3" w:rsidRDefault="00C97BE3"/>
    <w:p w:rsidR="00C97BE3" w:rsidRDefault="00C97BE3">
      <w:r>
        <w:t xml:space="preserve">4. Who were the three big campaigners for ratification? </w:t>
      </w:r>
      <w:r w:rsidR="00C91016">
        <w:fldChar w:fldCharType="begin">
          <w:ffData>
            <w:name w:val="Text136"/>
            <w:enabled/>
            <w:calcOnExit w:val="0"/>
            <w:textInput/>
          </w:ffData>
        </w:fldChar>
      </w:r>
      <w:bookmarkStart w:id="126" w:name="Text136"/>
      <w:r>
        <w:instrText xml:space="preserve"> FORMTEXT </w:instrText>
      </w:r>
      <w:r w:rsidR="00C91016">
        <w:fldChar w:fldCharType="separate"/>
      </w:r>
      <w:r w:rsidR="000F11F9">
        <w:t>Madison, Alexander Hamilton, John Jay</w:t>
      </w:r>
      <w:r w:rsidR="00C91016">
        <w:fldChar w:fldCharType="end"/>
      </w:r>
      <w:bookmarkEnd w:id="126"/>
    </w:p>
    <w:p w:rsidR="00B873D0" w:rsidRDefault="00B873D0"/>
    <w:p w:rsidR="00C97BE3" w:rsidRDefault="00B873D0">
      <w:r>
        <w:t xml:space="preserve">5. </w:t>
      </w:r>
      <w:r w:rsidR="00C97BE3">
        <w:t xml:space="preserve">They wrote a series of articles that were later collected and published called </w:t>
      </w:r>
      <w:bookmarkStart w:id="127" w:name="Text137"/>
      <w:r w:rsidR="00C91016" w:rsidRPr="00C97BE3">
        <w:rPr>
          <w:u w:val="single"/>
        </w:rPr>
        <w:fldChar w:fldCharType="begin">
          <w:ffData>
            <w:name w:val="Text137"/>
            <w:enabled/>
            <w:calcOnExit w:val="0"/>
            <w:textInput/>
          </w:ffData>
        </w:fldChar>
      </w:r>
      <w:r w:rsidR="00C97BE3" w:rsidRPr="00C97BE3">
        <w:rPr>
          <w:u w:val="single"/>
        </w:rPr>
        <w:instrText xml:space="preserve"> FORMTEXT </w:instrText>
      </w:r>
      <w:r w:rsidR="00C91016" w:rsidRPr="00C97BE3">
        <w:rPr>
          <w:u w:val="single"/>
        </w:rPr>
      </w:r>
      <w:r w:rsidR="00C91016" w:rsidRPr="00C97BE3">
        <w:rPr>
          <w:u w:val="single"/>
        </w:rPr>
        <w:fldChar w:fldCharType="separate"/>
      </w:r>
      <w:r w:rsidR="000F11F9">
        <w:t>The</w:t>
      </w:r>
      <w:r w:rsidR="00C91016" w:rsidRPr="00C97BE3">
        <w:rPr>
          <w:u w:val="single"/>
        </w:rPr>
        <w:fldChar w:fldCharType="end"/>
      </w:r>
      <w:bookmarkEnd w:id="127"/>
      <w:r w:rsidR="00C97BE3">
        <w:t xml:space="preserve"> </w:t>
      </w:r>
      <w:bookmarkStart w:id="128" w:name="Text138"/>
      <w:r w:rsidR="00C91016" w:rsidRPr="00C97BE3">
        <w:rPr>
          <w:u w:val="single"/>
        </w:rPr>
        <w:fldChar w:fldCharType="begin">
          <w:ffData>
            <w:name w:val="Text138"/>
            <w:enabled/>
            <w:calcOnExit w:val="0"/>
            <w:textInput/>
          </w:ffData>
        </w:fldChar>
      </w:r>
      <w:r w:rsidR="00C97BE3" w:rsidRPr="00C97BE3">
        <w:rPr>
          <w:u w:val="single"/>
        </w:rPr>
        <w:instrText xml:space="preserve"> FORMTEXT </w:instrText>
      </w:r>
      <w:r w:rsidR="00C91016" w:rsidRPr="00C97BE3">
        <w:rPr>
          <w:u w:val="single"/>
        </w:rPr>
      </w:r>
      <w:r w:rsidR="00C91016" w:rsidRPr="00C97BE3">
        <w:rPr>
          <w:u w:val="single"/>
        </w:rPr>
        <w:fldChar w:fldCharType="separate"/>
      </w:r>
      <w:r w:rsidR="000F11F9">
        <w:t>Federalist</w:t>
      </w:r>
      <w:r w:rsidR="00C91016" w:rsidRPr="00C97BE3">
        <w:rPr>
          <w:u w:val="single"/>
        </w:rPr>
        <w:fldChar w:fldCharType="end"/>
      </w:r>
      <w:bookmarkEnd w:id="128"/>
      <w:r w:rsidR="00C97BE3">
        <w:t xml:space="preserve">  </w:t>
      </w:r>
      <w:bookmarkStart w:id="129" w:name="Text139"/>
      <w:r w:rsidR="00C91016" w:rsidRPr="00C97BE3">
        <w:rPr>
          <w:u w:val="single"/>
        </w:rPr>
        <w:fldChar w:fldCharType="begin">
          <w:ffData>
            <w:name w:val="Text139"/>
            <w:enabled/>
            <w:calcOnExit w:val="0"/>
            <w:textInput/>
          </w:ffData>
        </w:fldChar>
      </w:r>
      <w:r w:rsidR="00C97BE3" w:rsidRPr="00C97BE3">
        <w:rPr>
          <w:u w:val="single"/>
        </w:rPr>
        <w:instrText xml:space="preserve"> FORMTEXT </w:instrText>
      </w:r>
      <w:r w:rsidR="00C91016" w:rsidRPr="00C97BE3">
        <w:rPr>
          <w:u w:val="single"/>
        </w:rPr>
      </w:r>
      <w:r w:rsidR="00C91016" w:rsidRPr="00C97BE3">
        <w:rPr>
          <w:u w:val="single"/>
        </w:rPr>
        <w:fldChar w:fldCharType="separate"/>
      </w:r>
      <w:r w:rsidR="000F11F9">
        <w:t>Papers</w:t>
      </w:r>
      <w:r w:rsidR="00C91016" w:rsidRPr="00C97BE3">
        <w:rPr>
          <w:u w:val="single"/>
        </w:rPr>
        <w:fldChar w:fldCharType="end"/>
      </w:r>
      <w:bookmarkEnd w:id="129"/>
      <w:r w:rsidR="00C97BE3">
        <w:t>.</w:t>
      </w:r>
    </w:p>
    <w:p w:rsidR="00C97BE3" w:rsidRPr="00C97BE3" w:rsidRDefault="00C97BE3"/>
    <w:p w:rsidR="00C97BE3" w:rsidRDefault="00B873D0">
      <w:r>
        <w:t>6</w:t>
      </w:r>
      <w:r w:rsidR="00C97BE3">
        <w:t xml:space="preserve">. Opponents of the Constitution were called </w:t>
      </w:r>
      <w:bookmarkStart w:id="130" w:name="Text140"/>
      <w:r w:rsidR="00C91016" w:rsidRPr="00C97BE3">
        <w:rPr>
          <w:u w:val="single"/>
        </w:rPr>
        <w:fldChar w:fldCharType="begin">
          <w:ffData>
            <w:name w:val="Text140"/>
            <w:enabled/>
            <w:calcOnExit w:val="0"/>
            <w:textInput/>
          </w:ffData>
        </w:fldChar>
      </w:r>
      <w:r w:rsidR="00C97BE3" w:rsidRPr="00C97BE3">
        <w:rPr>
          <w:u w:val="single"/>
        </w:rPr>
        <w:instrText xml:space="preserve"> FORMTEXT </w:instrText>
      </w:r>
      <w:r w:rsidR="00C91016" w:rsidRPr="00C97BE3">
        <w:rPr>
          <w:u w:val="single"/>
        </w:rPr>
      </w:r>
      <w:r w:rsidR="00C91016" w:rsidRPr="00C97BE3">
        <w:rPr>
          <w:u w:val="single"/>
        </w:rPr>
        <w:fldChar w:fldCharType="separate"/>
      </w:r>
      <w:r w:rsidR="000F11F9">
        <w:t>Anti-Federalists</w:t>
      </w:r>
      <w:r w:rsidR="00C91016" w:rsidRPr="00C97BE3">
        <w:rPr>
          <w:u w:val="single"/>
        </w:rPr>
        <w:fldChar w:fldCharType="end"/>
      </w:r>
      <w:bookmarkEnd w:id="130"/>
      <w:r w:rsidR="00C97BE3">
        <w:t xml:space="preserve">.  What was their main complaint? </w:t>
      </w:r>
      <w:r w:rsidR="00C91016">
        <w:fldChar w:fldCharType="begin">
          <w:ffData>
            <w:name w:val="Text141"/>
            <w:enabled/>
            <w:calcOnExit w:val="0"/>
            <w:textInput/>
          </w:ffData>
        </w:fldChar>
      </w:r>
      <w:bookmarkStart w:id="131" w:name="Text141"/>
      <w:r w:rsidR="00C97BE3">
        <w:instrText xml:space="preserve"> FORMTEXT </w:instrText>
      </w:r>
      <w:r w:rsidR="00C91016">
        <w:fldChar w:fldCharType="separate"/>
      </w:r>
      <w:r w:rsidR="000F11F9">
        <w:t>There was no list of rights of the people (Bill of Rights).</w:t>
      </w:r>
      <w:r w:rsidR="00C91016">
        <w:fldChar w:fldCharType="end"/>
      </w:r>
      <w:bookmarkEnd w:id="131"/>
    </w:p>
    <w:p w:rsidR="00C97BE3" w:rsidRDefault="00C97BE3"/>
    <w:p w:rsidR="00C97BE3" w:rsidRDefault="00C97BE3"/>
    <w:p w:rsidR="00C97BE3" w:rsidRDefault="00C97BE3">
      <w:pPr>
        <w:pStyle w:val="Heading1"/>
      </w:pPr>
      <w:r>
        <w:t>Section 8.13</w:t>
      </w:r>
    </w:p>
    <w:p w:rsidR="00C97BE3" w:rsidRDefault="00C97BE3"/>
    <w:p w:rsidR="00C97BE3" w:rsidRDefault="00C97BE3">
      <w:r>
        <w:t>1. During the convention Ben Franklin wondered if the sun painted on the back of George Washington’s chair was rising or setting.  What did he conclude?</w:t>
      </w:r>
      <w:r w:rsidR="007A39FB">
        <w:t xml:space="preserve"> </w:t>
      </w:r>
      <w:r w:rsidR="00C91016">
        <w:fldChar w:fldCharType="begin">
          <w:ffData>
            <w:name w:val="Text142"/>
            <w:enabled/>
            <w:calcOnExit w:val="0"/>
            <w:textInput/>
          </w:ffData>
        </w:fldChar>
      </w:r>
      <w:bookmarkStart w:id="132" w:name="Text142"/>
      <w:r w:rsidR="007A39FB">
        <w:instrText xml:space="preserve"> FORMTEXT </w:instrText>
      </w:r>
      <w:r w:rsidR="00C91016">
        <w:fldChar w:fldCharType="separate"/>
      </w:r>
      <w:r w:rsidR="000F11F9">
        <w:t>It was a rising sun.</w:t>
      </w:r>
      <w:r w:rsidR="00C91016">
        <w:fldChar w:fldCharType="end"/>
      </w:r>
      <w:bookmarkEnd w:id="132"/>
    </w:p>
    <w:sectPr w:rsidR="00C97BE3" w:rsidSect="00A7581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2"/>
  <w:proofState w:spelling="clean" w:grammar="clean"/>
  <w:attachedTemplate r:id="rId1"/>
  <w:documentProtection w:edit="forms" w:formatting="1" w:enforcement="1" w:cryptProviderType="rsaFull" w:cryptAlgorithmClass="hash" w:cryptAlgorithmType="typeAny" w:cryptAlgorithmSid="4" w:cryptSpinCount="100000" w:hash="acBjkPkFxLwK5d85IFA06pGTpN4=" w:salt="3kMjXyXf9tUJ8K4z1AEvtg=="/>
  <w:defaultTabStop w:val="720"/>
  <w:noPunctuationKerning/>
  <w:characterSpacingControl w:val="doNotCompress"/>
  <w:compat/>
  <w:rsids>
    <w:rsidRoot w:val="00065A9A"/>
    <w:rsid w:val="00065A9A"/>
    <w:rsid w:val="000F11F9"/>
    <w:rsid w:val="001A0DA9"/>
    <w:rsid w:val="001A7FDC"/>
    <w:rsid w:val="001B2E03"/>
    <w:rsid w:val="002258AE"/>
    <w:rsid w:val="00402C66"/>
    <w:rsid w:val="004B00E0"/>
    <w:rsid w:val="0067530B"/>
    <w:rsid w:val="007A39FB"/>
    <w:rsid w:val="00A75819"/>
    <w:rsid w:val="00A848EA"/>
    <w:rsid w:val="00A941D3"/>
    <w:rsid w:val="00B31224"/>
    <w:rsid w:val="00B547CD"/>
    <w:rsid w:val="00B873D0"/>
    <w:rsid w:val="00C10B0A"/>
    <w:rsid w:val="00C91016"/>
    <w:rsid w:val="00C97BE3"/>
    <w:rsid w:val="00E17501"/>
    <w:rsid w:val="00E20AF4"/>
    <w:rsid w:val="00FB4203"/>
    <w:rsid w:val="00FD3F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5819"/>
    <w:rPr>
      <w:sz w:val="24"/>
      <w:szCs w:val="24"/>
    </w:rPr>
  </w:style>
  <w:style w:type="paragraph" w:styleId="Heading1">
    <w:name w:val="heading 1"/>
    <w:basedOn w:val="Normal"/>
    <w:next w:val="Normal"/>
    <w:qFormat/>
    <w:rsid w:val="00A75819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eacher\Documents\School\History\Creating%20the%20Constitution%20(fill-in%20type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Creating the Constitution (fill-in type)</Template>
  <TotalTime>151</TotalTime>
  <Pages>7</Pages>
  <Words>1705</Words>
  <Characters>9725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Creating the Constitution</vt:lpstr>
    </vt:vector>
  </TitlesOfParts>
  <Company/>
  <LinksUpToDate>false</LinksUpToDate>
  <CharactersWithSpaces>11408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Creating the Constitution</dc:title>
  <dc:creator>SPACS</dc:creator>
  <cp:lastModifiedBy>Teacher</cp:lastModifiedBy>
  <cp:revision>5</cp:revision>
  <dcterms:created xsi:type="dcterms:W3CDTF">2010-03-20T01:49:00Z</dcterms:created>
  <dcterms:modified xsi:type="dcterms:W3CDTF">2011-01-12T13:35:00Z</dcterms:modified>
</cp:coreProperties>
</file>